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8A18F" w14:textId="77777777" w:rsidR="00296B7D" w:rsidRPr="003C2781" w:rsidRDefault="00296B7D" w:rsidP="00296B7D">
      <w:pPr>
        <w:rPr>
          <w:i/>
        </w:rPr>
      </w:pPr>
      <w:r w:rsidRPr="003C2781">
        <w:rPr>
          <w:i/>
        </w:rPr>
        <w:t>Univerzitet u Beogradu</w:t>
      </w:r>
    </w:p>
    <w:p w14:paraId="3A8ABEA5" w14:textId="77777777" w:rsidR="00296B7D" w:rsidRDefault="00296B7D" w:rsidP="00296B7D">
      <w:r>
        <w:t>FILOZOFSKI FAKULTET</w:t>
      </w:r>
    </w:p>
    <w:p w14:paraId="77C095A8" w14:textId="77777777" w:rsidR="00296B7D" w:rsidRPr="00FF3C47" w:rsidRDefault="00296B7D" w:rsidP="00296B7D">
      <w:pPr>
        <w:rPr>
          <w:b/>
          <w:i/>
        </w:rPr>
      </w:pPr>
      <w:r w:rsidRPr="00FF3C47">
        <w:rPr>
          <w:b/>
          <w:i/>
        </w:rPr>
        <w:t>Odeljenje za etnologiju i antropologiju</w:t>
      </w:r>
    </w:p>
    <w:p w14:paraId="323A4671" w14:textId="77777777" w:rsidR="00296B7D" w:rsidRPr="00FF3C47" w:rsidRDefault="00FF3C47" w:rsidP="00296B7D">
      <w:r w:rsidRPr="00FF3C47">
        <w:t>01/7 br. 40</w:t>
      </w:r>
    </w:p>
    <w:p w14:paraId="00AD32FF" w14:textId="77777777" w:rsidR="00296B7D" w:rsidRPr="00FF3C47" w:rsidRDefault="00FF3C47" w:rsidP="00296B7D">
      <w:r w:rsidRPr="00FF3C47">
        <w:t>22.4.2021.</w:t>
      </w:r>
    </w:p>
    <w:p w14:paraId="0F8A213A" w14:textId="77777777" w:rsidR="00296B7D" w:rsidRDefault="00296B7D" w:rsidP="00296B7D">
      <w:r w:rsidRPr="00FF3C47">
        <w:t>B e o g r a d</w:t>
      </w:r>
    </w:p>
    <w:p w14:paraId="41297794" w14:textId="77777777" w:rsidR="00296B7D" w:rsidRDefault="00296B7D" w:rsidP="00296B7D"/>
    <w:p w14:paraId="6EDD2F02" w14:textId="77777777" w:rsidR="00296B7D" w:rsidRDefault="00296B7D" w:rsidP="00296B7D"/>
    <w:p w14:paraId="366157C3" w14:textId="77777777" w:rsidR="00296B7D" w:rsidRDefault="00296B7D" w:rsidP="00296B7D"/>
    <w:p w14:paraId="4F70AD61" w14:textId="77777777" w:rsidR="00296B7D" w:rsidRPr="00402C4E" w:rsidRDefault="00296B7D" w:rsidP="00296B7D">
      <w:pPr>
        <w:spacing w:line="360" w:lineRule="auto"/>
        <w:rPr>
          <w:lang w:val="sr-Latn-RS"/>
        </w:rPr>
      </w:pPr>
      <w:r>
        <w:tab/>
      </w:r>
      <w:r>
        <w:tab/>
        <w:t>NASTAVNO-NAUČNOM VEĆU</w:t>
      </w:r>
    </w:p>
    <w:p w14:paraId="30B83E67" w14:textId="77777777" w:rsidR="00296B7D" w:rsidRDefault="00296B7D" w:rsidP="00296B7D">
      <w:pPr>
        <w:spacing w:line="360" w:lineRule="auto"/>
        <w:ind w:left="2124" w:firstLine="708"/>
      </w:pPr>
      <w:r>
        <w:t xml:space="preserve"> FILOZOFSKOG FAKULTETA U BEOGRADU</w:t>
      </w:r>
    </w:p>
    <w:p w14:paraId="273EB8EE" w14:textId="77777777" w:rsidR="00296B7D" w:rsidRDefault="00296B7D" w:rsidP="00296B7D">
      <w:pPr>
        <w:ind w:left="2124" w:firstLine="708"/>
      </w:pPr>
    </w:p>
    <w:p w14:paraId="2C494F30" w14:textId="77777777" w:rsidR="00296B7D" w:rsidRDefault="00296B7D" w:rsidP="00296B7D">
      <w:pPr>
        <w:ind w:left="2124" w:firstLine="708"/>
      </w:pPr>
    </w:p>
    <w:p w14:paraId="136FBE48" w14:textId="77777777" w:rsidR="00296B7D" w:rsidRDefault="00296B7D" w:rsidP="00296B7D"/>
    <w:p w14:paraId="40E37B77" w14:textId="77777777" w:rsidR="00296B7D" w:rsidRDefault="00296B7D" w:rsidP="00296B7D">
      <w:pPr>
        <w:spacing w:line="360" w:lineRule="auto"/>
        <w:ind w:firstLine="708"/>
        <w:jc w:val="both"/>
        <w:rPr>
          <w:lang w:val="sr-Latn-CS"/>
        </w:rPr>
      </w:pPr>
      <w:r>
        <w:rPr>
          <w:lang w:val="sr-Latn-CS"/>
        </w:rPr>
        <w:tab/>
      </w:r>
      <w:r w:rsidRPr="005D0A34">
        <w:rPr>
          <w:lang w:val="sr-Latn-CS"/>
        </w:rPr>
        <w:tab/>
        <w:t xml:space="preserve">Veće Odeljenja za etnologiju i antropologiju </w:t>
      </w:r>
      <w:r>
        <w:rPr>
          <w:lang w:val="sr-Latn-CS"/>
        </w:rPr>
        <w:t>razmotrilo je molb</w:t>
      </w:r>
      <w:r>
        <w:t xml:space="preserve">u doc. dr </w:t>
      </w:r>
      <w:r w:rsidR="00FF3C47">
        <w:t>Marije Ajduk</w:t>
      </w:r>
      <w:r>
        <w:rPr>
          <w:lang w:val="sr-Latn-RS"/>
        </w:rPr>
        <w:t xml:space="preserve"> </w:t>
      </w:r>
      <w:r w:rsidRPr="005D0A34">
        <w:rPr>
          <w:lang w:val="sr-Latn-CS"/>
        </w:rPr>
        <w:t xml:space="preserve">da </w:t>
      </w:r>
      <w:r>
        <w:rPr>
          <w:lang w:val="sr-Latn-CS"/>
        </w:rPr>
        <w:t>joj</w:t>
      </w:r>
      <w:r w:rsidRPr="005D0A34">
        <w:rPr>
          <w:lang w:val="sr-Latn-CS"/>
        </w:rPr>
        <w:t xml:space="preserve"> Odeljenje da saglasnost da konkuriše kod Ministarstva prosvete, nauke i tehnološkog razvoja za sufinansiranje monografije pod nazivom </w:t>
      </w:r>
      <w:r w:rsidR="00455E1B">
        <w:rPr>
          <w:lang w:val="sr-Latn-CS"/>
        </w:rPr>
        <w:t>„</w:t>
      </w:r>
      <w:r w:rsidR="00FF3C47">
        <w:rPr>
          <w:i/>
          <w:color w:val="000000"/>
          <w:shd w:val="clear" w:color="auto" w:fill="FFFFFF"/>
        </w:rPr>
        <w:t>Reprezentacija jugoslovenskog novog talasa u</w:t>
      </w:r>
      <w:r w:rsidR="00FF3C47">
        <w:rPr>
          <w:i/>
          <w:color w:val="000000"/>
          <w:shd w:val="clear" w:color="auto" w:fill="FFFFFF"/>
          <w:lang w:val="sr-Latn-RS"/>
        </w:rPr>
        <w:t xml:space="preserve"> štampi od 1979. do 1985. godine“ </w:t>
      </w:r>
      <w:r w:rsidRPr="005D0A34">
        <w:rPr>
          <w:lang w:val="sr-Latn-CS"/>
        </w:rPr>
        <w:t>i odlučilo da je podrži.</w:t>
      </w:r>
    </w:p>
    <w:p w14:paraId="72045D9E" w14:textId="77777777" w:rsidR="00FF3C47" w:rsidRDefault="00FF3C47" w:rsidP="00296B7D">
      <w:pPr>
        <w:spacing w:line="360" w:lineRule="auto"/>
        <w:ind w:firstLine="708"/>
        <w:jc w:val="both"/>
        <w:rPr>
          <w:lang w:val="sr-Latn-CS"/>
        </w:rPr>
      </w:pPr>
    </w:p>
    <w:p w14:paraId="2C886AFD" w14:textId="77777777" w:rsidR="00296B7D" w:rsidRDefault="00296B7D" w:rsidP="00296B7D">
      <w:pPr>
        <w:ind w:firstLine="708"/>
        <w:jc w:val="both"/>
        <w:rPr>
          <w:lang w:val="sr-Latn-CS"/>
        </w:rPr>
      </w:pPr>
    </w:p>
    <w:p w14:paraId="087D37AB" w14:textId="77777777" w:rsidR="00296B7D" w:rsidRDefault="00296B7D" w:rsidP="00296B7D">
      <w:pPr>
        <w:ind w:firstLine="708"/>
        <w:jc w:val="both"/>
        <w:rPr>
          <w:lang w:val="sr-Latn-CS"/>
        </w:rPr>
      </w:pPr>
    </w:p>
    <w:p w14:paraId="46CD40BC" w14:textId="77777777" w:rsidR="00296B7D" w:rsidRDefault="00296B7D" w:rsidP="00296B7D">
      <w:pPr>
        <w:ind w:firstLine="708"/>
        <w:jc w:val="both"/>
        <w:rPr>
          <w:lang w:val="sr-Latn-CS"/>
        </w:rPr>
      </w:pPr>
    </w:p>
    <w:p w14:paraId="4B394D2E" w14:textId="77777777" w:rsidR="00296B7D" w:rsidRDefault="00296B7D" w:rsidP="00296B7D">
      <w:pPr>
        <w:ind w:firstLine="708"/>
        <w:jc w:val="both"/>
        <w:rPr>
          <w:lang w:val="sr-Latn-CS"/>
        </w:rPr>
      </w:pPr>
    </w:p>
    <w:p w14:paraId="7052B23A" w14:textId="77777777" w:rsidR="00296B7D" w:rsidRDefault="00296B7D" w:rsidP="00296B7D">
      <w:pPr>
        <w:ind w:firstLine="708"/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>Upravnik Odeljenja</w:t>
      </w:r>
    </w:p>
    <w:p w14:paraId="2F8C5714" w14:textId="77777777" w:rsidR="00296B7D" w:rsidRDefault="00296B7D" w:rsidP="00296B7D">
      <w:pPr>
        <w:ind w:firstLine="708"/>
        <w:jc w:val="both"/>
        <w:rPr>
          <w:lang w:val="sr-Latn-CS"/>
        </w:rPr>
      </w:pPr>
    </w:p>
    <w:p w14:paraId="35F5656B" w14:textId="77777777" w:rsidR="00296B7D" w:rsidRDefault="00296B7D" w:rsidP="00296B7D">
      <w:pPr>
        <w:ind w:firstLine="708"/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 xml:space="preserve">___________________ </w:t>
      </w:r>
    </w:p>
    <w:p w14:paraId="22409AD5" w14:textId="77777777" w:rsidR="00296B7D" w:rsidRDefault="00296B7D" w:rsidP="00296B7D">
      <w:pPr>
        <w:ind w:firstLine="708"/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>prof. dr Ivan Kovačević</w:t>
      </w:r>
    </w:p>
    <w:p w14:paraId="23809281" w14:textId="77777777" w:rsidR="00296B7D" w:rsidRPr="003C2781" w:rsidRDefault="00296B7D" w:rsidP="00296B7D">
      <w:pPr>
        <w:ind w:firstLine="708"/>
        <w:jc w:val="both"/>
        <w:rPr>
          <w:b/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p w14:paraId="16813063" w14:textId="77777777" w:rsidR="00296B7D" w:rsidRPr="003C2781" w:rsidRDefault="00296B7D" w:rsidP="00296B7D">
      <w:pPr>
        <w:rPr>
          <w:lang w:val="sr-Latn-CS"/>
        </w:rPr>
      </w:pPr>
    </w:p>
    <w:p w14:paraId="752A116A" w14:textId="77777777" w:rsidR="00C724B8" w:rsidRDefault="00C724B8"/>
    <w:sectPr w:rsidR="00C72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103"/>
    <w:rsid w:val="00296B7D"/>
    <w:rsid w:val="00455E1B"/>
    <w:rsid w:val="00B847E3"/>
    <w:rsid w:val="00C724B8"/>
    <w:rsid w:val="00F948B4"/>
    <w:rsid w:val="00FC0103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530C1"/>
  <w15:chartTrackingRefBased/>
  <w15:docId w15:val="{48850D4E-B00F-407F-BFD5-ECBC461B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</dc:creator>
  <cp:keywords/>
  <dc:description/>
  <cp:lastModifiedBy>Marija A.</cp:lastModifiedBy>
  <cp:revision>2</cp:revision>
  <dcterms:created xsi:type="dcterms:W3CDTF">2021-05-12T19:10:00Z</dcterms:created>
  <dcterms:modified xsi:type="dcterms:W3CDTF">2021-05-12T19:10:00Z</dcterms:modified>
</cp:coreProperties>
</file>