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901" w:rsidRDefault="00941901" w:rsidP="00EB6AB4">
      <w:pPr>
        <w:jc w:val="center"/>
        <w:outlineLvl w:val="0"/>
      </w:pPr>
      <w:r>
        <w:rPr>
          <w:lang w:val="sr-Latn-CS"/>
        </w:rPr>
        <w:t xml:space="preserve">ПРЕДЛОГ </w:t>
      </w:r>
      <w:r>
        <w:t xml:space="preserve">ДНЕВНОГ РЕДА </w:t>
      </w:r>
    </w:p>
    <w:p w:rsidR="00941901" w:rsidRDefault="00941901" w:rsidP="00EB6AB4">
      <w:pPr>
        <w:jc w:val="center"/>
        <w:outlineLvl w:val="0"/>
      </w:pPr>
    </w:p>
    <w:p w:rsidR="00941901" w:rsidRDefault="00941901" w:rsidP="00EB6AB4">
      <w:pPr>
        <w:jc w:val="center"/>
        <w:outlineLvl w:val="0"/>
      </w:pPr>
    </w:p>
    <w:p w:rsidR="00941901" w:rsidRDefault="00941901" w:rsidP="00EB6AB4">
      <w:pPr>
        <w:jc w:val="center"/>
        <w:outlineLvl w:val="0"/>
      </w:pPr>
    </w:p>
    <w:p w:rsidR="00941901" w:rsidRDefault="00941901" w:rsidP="00EB6AB4">
      <w:pPr>
        <w:tabs>
          <w:tab w:val="left" w:pos="4005"/>
        </w:tabs>
      </w:pPr>
    </w:p>
    <w:p w:rsidR="00941901" w:rsidRDefault="00941901" w:rsidP="00EB6AB4">
      <w:pPr>
        <w:tabs>
          <w:tab w:val="center" w:pos="4677"/>
          <w:tab w:val="left" w:pos="8175"/>
        </w:tabs>
        <w:jc w:val="center"/>
        <w:outlineLvl w:val="0"/>
      </w:pPr>
      <w:r>
        <w:rPr>
          <w:lang w:val="sr-Latn-CS"/>
        </w:rPr>
        <w:t>VII</w:t>
      </w:r>
      <w:r>
        <w:t xml:space="preserve"> ВАНРЕДНЕ СЕДНИЦЕ НАСТАВНО-НАУЧНОГ ВЕЋА</w:t>
      </w:r>
    </w:p>
    <w:p w:rsidR="00941901" w:rsidRDefault="00941901" w:rsidP="00EB6AB4">
      <w:pPr>
        <w:tabs>
          <w:tab w:val="center" w:pos="4677"/>
          <w:tab w:val="left" w:pos="8175"/>
        </w:tabs>
        <w:jc w:val="center"/>
        <w:outlineLvl w:val="0"/>
      </w:pPr>
      <w:r>
        <w:t>ФИЛОЗОФСКОГ ФАКУЛТЕТА У БЕОГРАДУ</w:t>
      </w:r>
    </w:p>
    <w:p w:rsidR="00941901" w:rsidRDefault="00941901" w:rsidP="00EB6AB4">
      <w:pPr>
        <w:tabs>
          <w:tab w:val="center" w:pos="4677"/>
          <w:tab w:val="left" w:pos="8175"/>
        </w:tabs>
        <w:jc w:val="center"/>
        <w:outlineLvl w:val="0"/>
      </w:pPr>
      <w:r>
        <w:t>КОЈ</w:t>
      </w:r>
      <w:r>
        <w:rPr>
          <w:lang w:val="sr-Latn-CS"/>
        </w:rPr>
        <w:t>A</w:t>
      </w:r>
      <w:r>
        <w:t xml:space="preserve"> ЈЕ ЗАКАЗАН</w:t>
      </w:r>
      <w:r>
        <w:rPr>
          <w:lang w:val="sr-Latn-CS"/>
        </w:rPr>
        <w:t>A</w:t>
      </w:r>
      <w:r>
        <w:t xml:space="preserve"> ЗА</w:t>
      </w:r>
      <w:r>
        <w:rPr>
          <w:lang w:val="sr-Latn-CS"/>
        </w:rPr>
        <w:t xml:space="preserve"> </w:t>
      </w:r>
      <w:r>
        <w:t>31</w:t>
      </w:r>
      <w:r>
        <w:rPr>
          <w:lang w:val="sr-Latn-CS"/>
        </w:rPr>
        <w:t xml:space="preserve">.05.2018. </w:t>
      </w:r>
      <w:r>
        <w:t>ГОДИНЕ</w:t>
      </w:r>
    </w:p>
    <w:p w:rsidR="00941901" w:rsidRDefault="00941901" w:rsidP="00EB6AB4">
      <w:pPr>
        <w:tabs>
          <w:tab w:val="center" w:pos="4677"/>
          <w:tab w:val="left" w:pos="8175"/>
        </w:tabs>
        <w:jc w:val="center"/>
        <w:outlineLvl w:val="0"/>
      </w:pPr>
    </w:p>
    <w:p w:rsidR="00941901" w:rsidRDefault="00941901" w:rsidP="00EB6AB4">
      <w:pPr>
        <w:tabs>
          <w:tab w:val="center" w:pos="4677"/>
          <w:tab w:val="left" w:pos="8175"/>
        </w:tabs>
        <w:jc w:val="center"/>
        <w:outlineLvl w:val="0"/>
      </w:pPr>
    </w:p>
    <w:p w:rsidR="00941901" w:rsidRPr="00E44C53" w:rsidRDefault="00941901" w:rsidP="00EB6AB4">
      <w:pPr>
        <w:tabs>
          <w:tab w:val="left" w:pos="1950"/>
        </w:tabs>
        <w:jc w:val="both"/>
      </w:pPr>
    </w:p>
    <w:p w:rsidR="00941901" w:rsidRDefault="00941901" w:rsidP="00EB6AB4">
      <w:pPr>
        <w:tabs>
          <w:tab w:val="left" w:pos="1950"/>
        </w:tabs>
        <w:jc w:val="both"/>
      </w:pPr>
    </w:p>
    <w:p w:rsidR="00941901" w:rsidRDefault="00941901" w:rsidP="00EB6AB4">
      <w:pPr>
        <w:jc w:val="both"/>
      </w:pPr>
      <w:r>
        <w:t>I</w:t>
      </w:r>
      <w:r>
        <w:tab/>
        <w:t>УТВРЂИВАЊЕ ДНЕВНОГ РЕДА</w:t>
      </w:r>
    </w:p>
    <w:p w:rsidR="00941901" w:rsidRPr="00B22143" w:rsidRDefault="00941901" w:rsidP="00EB6AB4">
      <w:pPr>
        <w:jc w:val="both"/>
      </w:pPr>
    </w:p>
    <w:p w:rsidR="00941901" w:rsidRDefault="00941901" w:rsidP="00EB6AB4">
      <w:pPr>
        <w:jc w:val="both"/>
      </w:pPr>
    </w:p>
    <w:p w:rsidR="00941901" w:rsidRDefault="00941901" w:rsidP="00E44C53">
      <w:pPr>
        <w:jc w:val="both"/>
      </w:pPr>
      <w:r>
        <w:t>II</w:t>
      </w:r>
      <w:r>
        <w:tab/>
        <w:t>УТВРЂИВАЊЕ ПРЕДЛОГА ОДЛУКЕ О ПРОДУЖЕЊУ РАДНОГ ОДНОСА</w:t>
      </w:r>
    </w:p>
    <w:p w:rsidR="00941901" w:rsidRDefault="00941901" w:rsidP="00161CCD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941901" w:rsidRDefault="00941901" w:rsidP="00161CCD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       1.  Предлог Одељења за социологију да се </w:t>
      </w:r>
      <w:hyperlink r:id="rId5" w:history="1">
        <w:r w:rsidRPr="001B38A0">
          <w:rPr>
            <w:rStyle w:val="Hyperlink"/>
          </w:rPr>
          <w:t>др Младену Лазићу</w:t>
        </w:r>
      </w:hyperlink>
      <w:r>
        <w:t>,</w:t>
      </w:r>
    </w:p>
    <w:p w:rsidR="00941901" w:rsidRDefault="00941901" w:rsidP="00161CCD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             редовном професору, продужи радни однос за две школске године.</w:t>
      </w:r>
    </w:p>
    <w:p w:rsidR="00941901" w:rsidRDefault="00941901" w:rsidP="00161CCD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941901" w:rsidRDefault="00941901" w:rsidP="00161CCD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       2.  Предлог Одељења за историју да се </w:t>
      </w:r>
      <w:hyperlink r:id="rId6" w:history="1">
        <w:r w:rsidRPr="001B38A0">
          <w:rPr>
            <w:rStyle w:val="Hyperlink"/>
          </w:rPr>
          <w:t>др Радошу Љушићу</w:t>
        </w:r>
      </w:hyperlink>
      <w:r>
        <w:t>, редовном професору,</w:t>
      </w:r>
    </w:p>
    <w:p w:rsidR="00941901" w:rsidRDefault="00941901" w:rsidP="00161CCD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             продужи радни однос за две школске године.</w:t>
      </w:r>
    </w:p>
    <w:p w:rsidR="00941901" w:rsidRDefault="00941901" w:rsidP="00331CBE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</w:t>
      </w:r>
    </w:p>
    <w:p w:rsidR="00941901" w:rsidRDefault="00941901" w:rsidP="00331CBE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        3.  Предлог Одељења за педагогију и андрагогију да се </w:t>
      </w:r>
      <w:hyperlink r:id="rId7" w:history="1">
        <w:r w:rsidRPr="001B38A0">
          <w:rPr>
            <w:rStyle w:val="Hyperlink"/>
          </w:rPr>
          <w:t>др Снежани Медић</w:t>
        </w:r>
      </w:hyperlink>
      <w:r>
        <w:t>,</w:t>
      </w:r>
    </w:p>
    <w:p w:rsidR="00941901" w:rsidRPr="00161CCD" w:rsidRDefault="00941901" w:rsidP="00161CCD">
      <w:pPr>
        <w:ind w:left="705" w:hanging="705"/>
        <w:jc w:val="both"/>
      </w:pPr>
      <w:r>
        <w:t xml:space="preserve">                    редовном професору, продужи радни однос за две школске године.</w:t>
      </w:r>
    </w:p>
    <w:p w:rsidR="00941901" w:rsidRDefault="00941901" w:rsidP="00331CBE">
      <w:pPr>
        <w:overflowPunct w:val="0"/>
        <w:autoSpaceDE w:val="0"/>
        <w:autoSpaceDN w:val="0"/>
        <w:adjustRightInd w:val="0"/>
        <w:spacing w:before="240"/>
        <w:jc w:val="both"/>
        <w:textAlignment w:val="baseline"/>
      </w:pPr>
      <w:r>
        <w:t xml:space="preserve">               </w:t>
      </w:r>
    </w:p>
    <w:p w:rsidR="00941901" w:rsidRPr="007F224B" w:rsidRDefault="00941901">
      <w:bookmarkStart w:id="0" w:name="_GoBack"/>
      <w:bookmarkEnd w:id="0"/>
    </w:p>
    <w:sectPr w:rsidR="00941901" w:rsidRPr="007F224B" w:rsidSect="005A6B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40EF3"/>
    <w:multiLevelType w:val="hybridMultilevel"/>
    <w:tmpl w:val="6316BC5C"/>
    <w:lvl w:ilvl="0" w:tplc="27D46BC2">
      <w:start w:val="1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>
    <w:nsid w:val="41702DFC"/>
    <w:multiLevelType w:val="hybridMultilevel"/>
    <w:tmpl w:val="C980C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2A84DD1"/>
    <w:multiLevelType w:val="hybridMultilevel"/>
    <w:tmpl w:val="41000106"/>
    <w:lvl w:ilvl="0" w:tplc="42A05C60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3E19"/>
    <w:rsid w:val="00041E5C"/>
    <w:rsid w:val="000B2862"/>
    <w:rsid w:val="000C3A62"/>
    <w:rsid w:val="00101861"/>
    <w:rsid w:val="00161CCD"/>
    <w:rsid w:val="001B38A0"/>
    <w:rsid w:val="001C2D4C"/>
    <w:rsid w:val="001D3A06"/>
    <w:rsid w:val="00247B9F"/>
    <w:rsid w:val="00293FF7"/>
    <w:rsid w:val="002E6FB8"/>
    <w:rsid w:val="002E765F"/>
    <w:rsid w:val="00316B19"/>
    <w:rsid w:val="00331CBE"/>
    <w:rsid w:val="003B6CA6"/>
    <w:rsid w:val="00462E8C"/>
    <w:rsid w:val="00521845"/>
    <w:rsid w:val="0052440E"/>
    <w:rsid w:val="005A6B43"/>
    <w:rsid w:val="005B408E"/>
    <w:rsid w:val="005C737B"/>
    <w:rsid w:val="00602835"/>
    <w:rsid w:val="006F494B"/>
    <w:rsid w:val="00737445"/>
    <w:rsid w:val="0074531C"/>
    <w:rsid w:val="00765912"/>
    <w:rsid w:val="007F224B"/>
    <w:rsid w:val="00801391"/>
    <w:rsid w:val="00850B2A"/>
    <w:rsid w:val="008D61B9"/>
    <w:rsid w:val="00923E17"/>
    <w:rsid w:val="00941901"/>
    <w:rsid w:val="00975641"/>
    <w:rsid w:val="009C2B72"/>
    <w:rsid w:val="00A50B35"/>
    <w:rsid w:val="00A8033D"/>
    <w:rsid w:val="00B21748"/>
    <w:rsid w:val="00B22143"/>
    <w:rsid w:val="00B37459"/>
    <w:rsid w:val="00BB6039"/>
    <w:rsid w:val="00C66C39"/>
    <w:rsid w:val="00C958B5"/>
    <w:rsid w:val="00CF1D99"/>
    <w:rsid w:val="00D21494"/>
    <w:rsid w:val="00D2760F"/>
    <w:rsid w:val="00D80814"/>
    <w:rsid w:val="00E40712"/>
    <w:rsid w:val="00E44C53"/>
    <w:rsid w:val="00E63F1C"/>
    <w:rsid w:val="00EB6AB4"/>
    <w:rsid w:val="00F73E19"/>
    <w:rsid w:val="00FA32FB"/>
    <w:rsid w:val="00FC0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B9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247B9F"/>
    <w:pPr>
      <w:tabs>
        <w:tab w:val="left" w:pos="1496"/>
      </w:tabs>
      <w:jc w:val="both"/>
    </w:pPr>
    <w:rPr>
      <w:sz w:val="26"/>
      <w:szCs w:val="26"/>
      <w:lang w:val="sr-Cyrl-C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47B9F"/>
    <w:rPr>
      <w:rFonts w:ascii="Times New Roman" w:hAnsi="Times New Roman" w:cs="Times New Roman"/>
      <w:sz w:val="26"/>
      <w:szCs w:val="26"/>
      <w:lang w:val="sr-Cyrl-CS"/>
    </w:rPr>
  </w:style>
  <w:style w:type="paragraph" w:styleId="ListParagraph">
    <w:name w:val="List Paragraph"/>
    <w:basedOn w:val="Normal"/>
    <w:uiPriority w:val="99"/>
    <w:qFormat/>
    <w:rsid w:val="0076591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sr-Latn-CS"/>
    </w:rPr>
  </w:style>
  <w:style w:type="paragraph" w:styleId="NoSpacing">
    <w:name w:val="No Spacing"/>
    <w:uiPriority w:val="99"/>
    <w:qFormat/>
    <w:rsid w:val="00A50B35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1B38A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67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nnv02_03produzRO-Medic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nnv02_02produzRO_RadosLjusic.docx" TargetMode="External"/><Relationship Id="rId5" Type="http://schemas.openxmlformats.org/officeDocument/2006/relationships/hyperlink" Target="nnv02_01produzRO_MladenLazic.doc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130</Words>
  <Characters>746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Jasmina Ilic</cp:lastModifiedBy>
  <cp:revision>7</cp:revision>
  <cp:lastPrinted>2018-05-21T11:17:00Z</cp:lastPrinted>
  <dcterms:created xsi:type="dcterms:W3CDTF">2018-05-25T09:37:00Z</dcterms:created>
  <dcterms:modified xsi:type="dcterms:W3CDTF">2018-05-28T12:32:00Z</dcterms:modified>
</cp:coreProperties>
</file>