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2D50" w:rsidRDefault="00A42D50" w:rsidP="00D445E6">
      <w:pPr>
        <w:jc w:val="both"/>
        <w:rPr>
          <w:lang w:val="sr-Cyrl-CS"/>
        </w:rPr>
      </w:pPr>
      <w:r w:rsidRPr="002E7895">
        <w:rPr>
          <w:lang w:val="sr-Cyrl-CS"/>
        </w:rPr>
        <w:t xml:space="preserve">На седници Наставно-научног већа Филозофског факултета Универзитета у Београду, одржаној </w:t>
      </w:r>
      <w:r>
        <w:rPr>
          <w:lang w:val="sr-Cyrl-CS"/>
        </w:rPr>
        <w:t>29. јуна 2017. године, изабрани</w:t>
      </w:r>
      <w:r w:rsidRPr="002E7895">
        <w:rPr>
          <w:lang w:val="sr-Cyrl-CS"/>
        </w:rPr>
        <w:t xml:space="preserve"> смо у комисију за припрему извештаја о испуњ</w:t>
      </w:r>
      <w:r>
        <w:rPr>
          <w:lang w:val="sr-Cyrl-CS"/>
        </w:rPr>
        <w:t>ености услова за реизбор кандидаткиње</w:t>
      </w:r>
      <w:r w:rsidRPr="002E7895">
        <w:rPr>
          <w:lang w:val="sr-Cyrl-CS"/>
        </w:rPr>
        <w:t xml:space="preserve"> Едисе Кецап, </w:t>
      </w:r>
      <w:r>
        <w:rPr>
          <w:lang w:val="sr-Cyrl-CS"/>
        </w:rPr>
        <w:t>у истраживачко звање истраживач сарадник.</w:t>
      </w:r>
    </w:p>
    <w:p w:rsidR="00A42D50" w:rsidRDefault="00A42D50" w:rsidP="00D445E6">
      <w:pPr>
        <w:jc w:val="both"/>
        <w:rPr>
          <w:lang w:val="sr-Cyrl-CS"/>
        </w:rPr>
      </w:pPr>
    </w:p>
    <w:p w:rsidR="00A42D50" w:rsidRDefault="00A42D50" w:rsidP="00D445E6">
      <w:pPr>
        <w:jc w:val="both"/>
        <w:rPr>
          <w:lang w:val="sr-Cyrl-CS"/>
        </w:rPr>
      </w:pPr>
      <w:r w:rsidRPr="002E7895">
        <w:rPr>
          <w:lang w:val="sr-Cyrl-CS"/>
        </w:rPr>
        <w:t xml:space="preserve">Након стеченог увида у приложену </w:t>
      </w:r>
      <w:r>
        <w:rPr>
          <w:lang w:val="sr-Cyrl-CS"/>
        </w:rPr>
        <w:t xml:space="preserve">библиографију </w:t>
      </w:r>
      <w:r>
        <w:t>и</w:t>
      </w:r>
      <w:r>
        <w:rPr>
          <w:lang w:val="sr-Cyrl-CS"/>
        </w:rPr>
        <w:t xml:space="preserve"> </w:t>
      </w:r>
      <w:r w:rsidRPr="002E7895">
        <w:rPr>
          <w:lang w:val="sr-Cyrl-CS"/>
        </w:rPr>
        <w:t>документацију</w:t>
      </w:r>
      <w:r>
        <w:rPr>
          <w:lang w:val="sr-Cyrl-CS"/>
        </w:rPr>
        <w:t>, као</w:t>
      </w:r>
      <w:r w:rsidRPr="002E7895">
        <w:rPr>
          <w:lang w:val="sr-Cyrl-CS"/>
        </w:rPr>
        <w:t xml:space="preserve"> и </w:t>
      </w:r>
      <w:r>
        <w:rPr>
          <w:lang w:val="sr-Cyrl-CS"/>
        </w:rPr>
        <w:t xml:space="preserve">на основу </w:t>
      </w:r>
      <w:r w:rsidRPr="002E7895">
        <w:rPr>
          <w:lang w:val="sr-Cyrl-CS"/>
        </w:rPr>
        <w:t xml:space="preserve">досадашње сарадње са кандидатом </w:t>
      </w:r>
      <w:r>
        <w:rPr>
          <w:lang w:val="sr-Cyrl-CS"/>
        </w:rPr>
        <w:t>подносимо, Изборном в</w:t>
      </w:r>
      <w:r w:rsidRPr="00545AD8">
        <w:rPr>
          <w:lang w:val="sr-Cyrl-CS"/>
        </w:rPr>
        <w:t>ећу</w:t>
      </w:r>
      <w:r>
        <w:rPr>
          <w:lang w:val="sr-Cyrl-CS"/>
        </w:rPr>
        <w:t xml:space="preserve"> Филозофског факултета Универзитета у Београду, </w:t>
      </w:r>
      <w:r w:rsidRPr="00545AD8">
        <w:rPr>
          <w:lang w:val="sr-Cyrl-CS"/>
        </w:rPr>
        <w:t>следећи</w:t>
      </w:r>
    </w:p>
    <w:p w:rsidR="00A42D50" w:rsidRDefault="00A42D50" w:rsidP="00D445E6">
      <w:pPr>
        <w:jc w:val="both"/>
        <w:rPr>
          <w:lang w:val="sr-Cyrl-CS"/>
        </w:rPr>
      </w:pPr>
    </w:p>
    <w:p w:rsidR="00A42D50" w:rsidRDefault="00A42D50" w:rsidP="00D445E6">
      <w:pPr>
        <w:jc w:val="both"/>
        <w:rPr>
          <w:lang w:val="sr-Cyrl-CS"/>
        </w:rPr>
      </w:pPr>
    </w:p>
    <w:p w:rsidR="00A42D50" w:rsidRDefault="00A42D50" w:rsidP="00D445E6">
      <w:pPr>
        <w:jc w:val="both"/>
        <w:rPr>
          <w:lang w:val="sr-Cyrl-CS"/>
        </w:rPr>
      </w:pPr>
    </w:p>
    <w:p w:rsidR="00A42D50" w:rsidRPr="004F3EDE" w:rsidRDefault="00A42D50" w:rsidP="004F3EDE">
      <w:pPr>
        <w:jc w:val="center"/>
        <w:rPr>
          <w:b/>
          <w:bCs/>
          <w:lang w:val="sr-Cyrl-CS"/>
        </w:rPr>
      </w:pPr>
      <w:r w:rsidRPr="004F3EDE">
        <w:rPr>
          <w:b/>
          <w:bCs/>
          <w:lang w:val="sr-Cyrl-CS"/>
        </w:rPr>
        <w:t>ИЗВЕШТАЈ</w:t>
      </w:r>
    </w:p>
    <w:p w:rsidR="00A42D50" w:rsidRDefault="00A42D50" w:rsidP="00D445E6">
      <w:pPr>
        <w:jc w:val="center"/>
        <w:rPr>
          <w:b/>
          <w:bCs/>
          <w:lang w:val="sr-Cyrl-CS"/>
        </w:rPr>
      </w:pPr>
      <w:r w:rsidRPr="00FF396B">
        <w:rPr>
          <w:b/>
          <w:bCs/>
          <w:lang w:val="sr-Cyrl-CS"/>
        </w:rPr>
        <w:t>Комисије</w:t>
      </w:r>
      <w:r>
        <w:rPr>
          <w:b/>
          <w:bCs/>
          <w:lang w:val="sr-Cyrl-CS"/>
        </w:rPr>
        <w:t xml:space="preserve"> за реизбор кандидаткиње Едисе Кецап</w:t>
      </w:r>
      <w:r w:rsidRPr="00FF396B">
        <w:rPr>
          <w:b/>
          <w:bCs/>
          <w:lang w:val="sr-Cyrl-CS"/>
        </w:rPr>
        <w:t xml:space="preserve"> у </w:t>
      </w:r>
      <w:r>
        <w:rPr>
          <w:b/>
          <w:bCs/>
          <w:lang w:val="sr-Cyrl-CS"/>
        </w:rPr>
        <w:t>истраживачко звање истраживач</w:t>
      </w:r>
      <w:r>
        <w:rPr>
          <w:b/>
          <w:bCs/>
          <w:lang w:val="ru-RU"/>
        </w:rPr>
        <w:t>-</w:t>
      </w:r>
      <w:r w:rsidRPr="00EB0AA3">
        <w:rPr>
          <w:b/>
          <w:bCs/>
          <w:lang w:val="sr-Cyrl-CS"/>
        </w:rPr>
        <w:t>сарадник</w:t>
      </w:r>
    </w:p>
    <w:p w:rsidR="00A42D50" w:rsidRDefault="00A42D50" w:rsidP="00D445E6">
      <w:pPr>
        <w:jc w:val="center"/>
        <w:rPr>
          <w:b/>
          <w:bCs/>
          <w:lang w:val="sr-Cyrl-CS"/>
        </w:rPr>
      </w:pPr>
    </w:p>
    <w:p w:rsidR="00A42D50" w:rsidRDefault="00A42D50" w:rsidP="004F1C6E">
      <w:pPr>
        <w:jc w:val="both"/>
      </w:pPr>
    </w:p>
    <w:p w:rsidR="00A42D50" w:rsidRPr="00A649BA" w:rsidRDefault="00A42D50" w:rsidP="004F1C6E">
      <w:pPr>
        <w:jc w:val="both"/>
      </w:pPr>
    </w:p>
    <w:p w:rsidR="00A42D50" w:rsidRDefault="00A42D50" w:rsidP="00A649BA">
      <w:pPr>
        <w:jc w:val="both"/>
      </w:pPr>
      <w:r w:rsidRPr="00AC228A">
        <w:rPr>
          <w:b/>
          <w:bCs/>
          <w:lang w:val="sr-Cyrl-CS"/>
        </w:rPr>
        <w:t>Основни биографски подаци</w:t>
      </w:r>
    </w:p>
    <w:p w:rsidR="00A42D50" w:rsidRDefault="00A42D50" w:rsidP="00A649BA">
      <w:pPr>
        <w:jc w:val="both"/>
      </w:pPr>
    </w:p>
    <w:p w:rsidR="00A42D50" w:rsidRDefault="00A42D50" w:rsidP="00A649BA">
      <w:pPr>
        <w:jc w:val="both"/>
      </w:pPr>
      <w:r>
        <w:t xml:space="preserve">Едиса Кецап рођена је у Београду, </w:t>
      </w:r>
      <w:r w:rsidRPr="008E7CA9">
        <w:t>05.</w:t>
      </w:r>
      <w:r>
        <w:t xml:space="preserve"> </w:t>
      </w:r>
      <w:r w:rsidRPr="008E7CA9">
        <w:t>12.</w:t>
      </w:r>
      <w:r>
        <w:t xml:space="preserve"> </w:t>
      </w:r>
      <w:r w:rsidRPr="008E7CA9">
        <w:t>1984.</w:t>
      </w:r>
      <w:r>
        <w:t xml:space="preserve"> године, где је завршила основну и средњу школу. Након завршетка средње медицинске школе „Надежда Петровић“ у Земуну, уписала је основне академске студије андрагогије, на Одељењу за педагогију и андрагогију Филозофског факултета Универзитета у Београду. Студије је заршила са просечном оценом 8.68, и стекла звање: дипломирани андрагог – мастер. Дипломски рад, на тему: </w:t>
      </w:r>
      <w:r w:rsidRPr="003456AD">
        <w:rPr>
          <w:i/>
          <w:iCs/>
        </w:rPr>
        <w:t>Професионални развој наставника као аспект професионализације средњег стручног образовања</w:t>
      </w:r>
      <w:r>
        <w:rPr>
          <w:i/>
          <w:iCs/>
        </w:rPr>
        <w:t>,</w:t>
      </w:r>
      <w:r>
        <w:t xml:space="preserve"> одбранила је са оценом 10.</w:t>
      </w:r>
    </w:p>
    <w:p w:rsidR="00A42D50" w:rsidRDefault="00A42D50" w:rsidP="00A649BA">
      <w:pPr>
        <w:jc w:val="both"/>
      </w:pPr>
    </w:p>
    <w:p w:rsidR="00A42D50" w:rsidRDefault="00A42D50" w:rsidP="00A649BA">
      <w:pPr>
        <w:jc w:val="both"/>
      </w:pPr>
      <w:r>
        <w:t xml:space="preserve">Докторске студије андрагогије започела је у децембру 2011. године на Филозофском факултету Универзитета у Београду. Положила је све испите, а тренутно је на трећој години студија. Кандидаткиња континуирано ради на изради докторске дисертације под радним називом </w:t>
      </w:r>
      <w:r>
        <w:rPr>
          <w:i/>
          <w:iCs/>
        </w:rPr>
        <w:t>Образовање</w:t>
      </w:r>
      <w:r w:rsidRPr="00364073">
        <w:rPr>
          <w:i/>
          <w:iCs/>
        </w:rPr>
        <w:t xml:space="preserve"> одраслих у </w:t>
      </w:r>
      <w:r>
        <w:rPr>
          <w:i/>
          <w:iCs/>
        </w:rPr>
        <w:t xml:space="preserve">функцији </w:t>
      </w:r>
      <w:r w:rsidRPr="00364073">
        <w:rPr>
          <w:i/>
          <w:iCs/>
        </w:rPr>
        <w:t>превазил</w:t>
      </w:r>
      <w:r>
        <w:rPr>
          <w:i/>
          <w:iCs/>
        </w:rPr>
        <w:t>ажења</w:t>
      </w:r>
      <w:r w:rsidRPr="00364073">
        <w:rPr>
          <w:i/>
          <w:iCs/>
        </w:rPr>
        <w:t xml:space="preserve"> негативних </w:t>
      </w:r>
      <w:r>
        <w:rPr>
          <w:i/>
          <w:iCs/>
        </w:rPr>
        <w:t>ефеката</w:t>
      </w:r>
      <w:r w:rsidRPr="00364073">
        <w:rPr>
          <w:i/>
          <w:iCs/>
        </w:rPr>
        <w:t xml:space="preserve"> рада</w:t>
      </w:r>
      <w:r>
        <w:t xml:space="preserve"> и припрема се за одбрану теме докторске дисертације.</w:t>
      </w:r>
    </w:p>
    <w:p w:rsidR="00A42D50" w:rsidRDefault="00A42D50" w:rsidP="00A649BA">
      <w:pPr>
        <w:jc w:val="both"/>
      </w:pPr>
    </w:p>
    <w:p w:rsidR="00A42D50" w:rsidRPr="00FF3216" w:rsidRDefault="00A42D50" w:rsidP="000F5BC2">
      <w:pPr>
        <w:jc w:val="both"/>
      </w:pPr>
      <w:r>
        <w:rPr>
          <w:spacing w:val="-3"/>
        </w:rPr>
        <w:t xml:space="preserve">Едиса Кецап је члан: Друштва андрагога Србије (ДАС); </w:t>
      </w:r>
      <w:r>
        <w:rPr>
          <w:spacing w:val="-3"/>
          <w:lang w:val="en-GB"/>
        </w:rPr>
        <w:t xml:space="preserve">Balkan Society for Pedagogy and Education (BASOPED), Thessaloniki; </w:t>
      </w:r>
      <w:r>
        <w:rPr>
          <w:spacing w:val="-3"/>
        </w:rPr>
        <w:t xml:space="preserve">и </w:t>
      </w:r>
      <w:r>
        <w:rPr>
          <w:spacing w:val="-3"/>
          <w:lang w:val="en-GB"/>
        </w:rPr>
        <w:t>European Society for Research on The Education of Adults</w:t>
      </w:r>
      <w:r>
        <w:rPr>
          <w:spacing w:val="-3"/>
        </w:rPr>
        <w:t xml:space="preserve"> (ESREA)</w:t>
      </w:r>
      <w:r>
        <w:rPr>
          <w:spacing w:val="-3"/>
          <w:lang w:val="en-GB"/>
        </w:rPr>
        <w:t>.</w:t>
      </w:r>
      <w:r>
        <w:t xml:space="preserve"> Течно говори енглески језик и служи се шпанским језиком.</w:t>
      </w:r>
    </w:p>
    <w:p w:rsidR="00A42D50" w:rsidRDefault="00A42D50" w:rsidP="000F5BC2">
      <w:pPr>
        <w:jc w:val="both"/>
      </w:pPr>
    </w:p>
    <w:p w:rsidR="00A42D50" w:rsidRDefault="00A42D50" w:rsidP="000F5BC2">
      <w:pPr>
        <w:jc w:val="both"/>
      </w:pPr>
    </w:p>
    <w:p w:rsidR="00A42D50" w:rsidRPr="00346AEA" w:rsidRDefault="00A42D50" w:rsidP="000C3886">
      <w:pPr>
        <w:jc w:val="both"/>
        <w:rPr>
          <w:b/>
          <w:bCs/>
        </w:rPr>
      </w:pPr>
      <w:r w:rsidRPr="00346AEA">
        <w:rPr>
          <w:b/>
          <w:bCs/>
        </w:rPr>
        <w:t>Радно-професионално ангажовање</w:t>
      </w:r>
    </w:p>
    <w:p w:rsidR="00A42D50" w:rsidRDefault="00A42D50" w:rsidP="000C3886">
      <w:pPr>
        <w:jc w:val="both"/>
      </w:pPr>
    </w:p>
    <w:p w:rsidR="00A42D50" w:rsidRDefault="00A42D50" w:rsidP="000C3886">
      <w:pPr>
        <w:jc w:val="both"/>
      </w:pPr>
      <w:r>
        <w:t xml:space="preserve">Едиса Кецап је, у периоду од јуна 2012. године до фебруара 2015. године, била ангажована као истраживач приправник, у Институту за педагогију и андрагогију Филозофског факултета Универзитета у Београду, на пројекту </w:t>
      </w:r>
      <w:r w:rsidRPr="00D45264">
        <w:rPr>
          <w:i/>
          <w:iCs/>
        </w:rPr>
        <w:t>Модели процењивања и стратегије унапређивања квалитета образовања у Србији</w:t>
      </w:r>
      <w:r>
        <w:t xml:space="preserve"> (бр. 179060, од 2011, а пројекат је још увек у току).</w:t>
      </w:r>
    </w:p>
    <w:p w:rsidR="00A42D50" w:rsidRDefault="00A42D50" w:rsidP="000C3886">
      <w:pPr>
        <w:jc w:val="both"/>
      </w:pPr>
    </w:p>
    <w:p w:rsidR="00A42D50" w:rsidRDefault="00A42D50" w:rsidP="000C3886">
      <w:pPr>
        <w:jc w:val="both"/>
      </w:pPr>
      <w:r>
        <w:t xml:space="preserve">У звању истраживача сарадника ради од фебруара 2015. године на истом пројекту. Од почетка ангажовања обављала је различите послове на пројекту, међу којима су: организација научних скупова, семинара и обука; организација предавања предавача из земље и иностранства; </w:t>
      </w:r>
      <w:r>
        <w:rPr>
          <w:lang w:val="ru-RU"/>
        </w:rPr>
        <w:t>израда различитих извештаја;</w:t>
      </w:r>
      <w:r>
        <w:t xml:space="preserve"> обављање текућих и административних послова; и други.</w:t>
      </w:r>
    </w:p>
    <w:p w:rsidR="00A42D50" w:rsidRDefault="00A42D50" w:rsidP="000C3886">
      <w:pPr>
        <w:jc w:val="both"/>
      </w:pPr>
    </w:p>
    <w:p w:rsidR="00A42D50" w:rsidRDefault="00A42D50" w:rsidP="000C3886">
      <w:pPr>
        <w:jc w:val="both"/>
      </w:pPr>
      <w:r>
        <w:t>Кандидаткиња је, од јуна 2012. године, ангажована и у организацији и реализацији наставе на Катедри за андрагогију Филозофског факултета Универзитета у Београду</w:t>
      </w:r>
      <w:r w:rsidRPr="00BD0C61">
        <w:t xml:space="preserve"> </w:t>
      </w:r>
      <w:r>
        <w:t>у оквиру</w:t>
      </w:r>
      <w:r w:rsidRPr="00C2330F">
        <w:t xml:space="preserve"> предмета</w:t>
      </w:r>
      <w:r>
        <w:t>:</w:t>
      </w:r>
      <w:r w:rsidRPr="00C2330F">
        <w:t xml:space="preserve"> Андрагогија рада (</w:t>
      </w:r>
      <w:r>
        <w:t xml:space="preserve">основне студије, </w:t>
      </w:r>
      <w:r w:rsidRPr="00C2330F">
        <w:t>трећа година, обавезни предмет) и Квалитет у образовању одраслих (</w:t>
      </w:r>
      <w:r>
        <w:t xml:space="preserve">основне студије, </w:t>
      </w:r>
      <w:r w:rsidRPr="00C2330F">
        <w:t>четврта година, изборни пр</w:t>
      </w:r>
      <w:r>
        <w:t>едмет). Везано за наставу Едиса Кецап обавља следеће послове: организација и реализација вежби</w:t>
      </w:r>
      <w:r w:rsidRPr="00C2330F">
        <w:t>,</w:t>
      </w:r>
      <w:r w:rsidRPr="00BD0C61">
        <w:rPr>
          <w:lang w:val="ru-RU"/>
        </w:rPr>
        <w:t xml:space="preserve"> </w:t>
      </w:r>
      <w:r>
        <w:rPr>
          <w:lang w:val="ru-RU"/>
        </w:rPr>
        <w:t>израда различитих материјала за потребе наставе,</w:t>
      </w:r>
      <w:r w:rsidRPr="00C2330F">
        <w:t xml:space="preserve"> прегледање и оцењивање </w:t>
      </w:r>
      <w:r>
        <w:t>одређених предиспитних обавеза и извештаја са стручне праксе</w:t>
      </w:r>
      <w:r w:rsidRPr="00C2330F">
        <w:t xml:space="preserve">, </w:t>
      </w:r>
      <w:r>
        <w:t>координирање студентске стручне праксе,</w:t>
      </w:r>
      <w:r w:rsidRPr="00C2330F">
        <w:t xml:space="preserve"> </w:t>
      </w:r>
      <w:r>
        <w:rPr>
          <w:lang w:val="ru-RU"/>
        </w:rPr>
        <w:t xml:space="preserve">одржавање консултација и пружање повратних информација студентима, </w:t>
      </w:r>
      <w:r w:rsidRPr="00C2330F">
        <w:t>дежурства на испитима у ред</w:t>
      </w:r>
      <w:r>
        <w:t xml:space="preserve">овним и апсолвентским роковима, </w:t>
      </w:r>
      <w:r w:rsidRPr="00C2330F">
        <w:t xml:space="preserve">организовање студентских посета релевантним организацијама </w:t>
      </w:r>
      <w:r>
        <w:t xml:space="preserve">и институцијама </w:t>
      </w:r>
      <w:r w:rsidRPr="00C2330F">
        <w:t>које се баве образовањем одраслих</w:t>
      </w:r>
      <w:r>
        <w:t xml:space="preserve">, </w:t>
      </w:r>
      <w:r>
        <w:rPr>
          <w:lang w:val="ru-RU"/>
        </w:rPr>
        <w:t>организовање гостовања домаћих и страних предавача,</w:t>
      </w:r>
      <w:r>
        <w:t xml:space="preserve"> као и </w:t>
      </w:r>
      <w:r>
        <w:rPr>
          <w:lang w:val="ru-RU"/>
        </w:rPr>
        <w:t>обављање административних послова везаних за наставу и испите</w:t>
      </w:r>
      <w:r>
        <w:t>.</w:t>
      </w:r>
    </w:p>
    <w:p w:rsidR="00A42D50" w:rsidRDefault="00A42D50" w:rsidP="000C3886">
      <w:pPr>
        <w:jc w:val="both"/>
      </w:pPr>
    </w:p>
    <w:p w:rsidR="00A42D50" w:rsidRPr="00FF3216" w:rsidRDefault="00A42D50" w:rsidP="000C3886">
      <w:pPr>
        <w:jc w:val="both"/>
      </w:pPr>
    </w:p>
    <w:p w:rsidR="00A42D50" w:rsidRPr="00BE2024" w:rsidRDefault="00A42D50" w:rsidP="0086546D">
      <w:pPr>
        <w:jc w:val="both"/>
        <w:rPr>
          <w:b/>
          <w:bCs/>
        </w:rPr>
      </w:pPr>
      <w:r w:rsidRPr="00BE2024">
        <w:rPr>
          <w:b/>
          <w:bCs/>
        </w:rPr>
        <w:t>Научно-истраживачки рад</w:t>
      </w:r>
    </w:p>
    <w:p w:rsidR="00A42D50" w:rsidRDefault="00A42D50" w:rsidP="0086546D">
      <w:pPr>
        <w:jc w:val="both"/>
      </w:pPr>
    </w:p>
    <w:p w:rsidR="00A42D50" w:rsidRPr="00A3741A" w:rsidRDefault="00A42D50" w:rsidP="0086546D">
      <w:pPr>
        <w:jc w:val="both"/>
        <w:rPr>
          <w:i/>
          <w:iCs/>
        </w:rPr>
      </w:pPr>
      <w:r w:rsidRPr="00A3741A">
        <w:rPr>
          <w:i/>
          <w:iCs/>
        </w:rPr>
        <w:t>Учешће на скуповима</w:t>
      </w:r>
    </w:p>
    <w:p w:rsidR="00A42D50" w:rsidRDefault="00A42D50" w:rsidP="0086546D">
      <w:pPr>
        <w:jc w:val="both"/>
      </w:pPr>
    </w:p>
    <w:p w:rsidR="00A42D50" w:rsidRDefault="00A42D50" w:rsidP="0086546D">
      <w:pPr>
        <w:jc w:val="both"/>
        <w:rPr>
          <w:spacing w:val="-3"/>
          <w:lang w:val="hr-HR"/>
        </w:rPr>
      </w:pPr>
      <w:r>
        <w:t>Кандидаткиња Едиса Кецап је учествовала на већем броју националних и међународних скупова у земљи и иностранству. У наставку ћемо издвојити само неке од њих, а то су: Конференција „</w:t>
      </w:r>
      <w:r w:rsidRPr="008F0494">
        <w:rPr>
          <w:i/>
          <w:iCs/>
        </w:rPr>
        <w:t>Целоживотно учење у високом образовању</w:t>
      </w:r>
      <w:r>
        <w:t xml:space="preserve">“, Медицински факултет Универзитета у Београду, организатори: Медицински факултет, HERE тим, ERASMUS+, Фондација Tempus (2017); </w:t>
      </w:r>
      <w:r>
        <w:rPr>
          <w:lang w:val="en-GB"/>
        </w:rPr>
        <w:t xml:space="preserve">UNESCO </w:t>
      </w:r>
      <w:r>
        <w:t xml:space="preserve">конференција </w:t>
      </w:r>
      <w:r>
        <w:rPr>
          <w:lang w:val="en-GB"/>
        </w:rPr>
        <w:t>“</w:t>
      </w:r>
      <w:r w:rsidRPr="0050559B">
        <w:rPr>
          <w:i/>
          <w:iCs/>
          <w:lang w:val="en-GB"/>
        </w:rPr>
        <w:t>Sub-regional Eastern and South-Eastern European launch of the 3</w:t>
      </w:r>
      <w:r w:rsidRPr="0050559B">
        <w:rPr>
          <w:i/>
          <w:iCs/>
          <w:vertAlign w:val="superscript"/>
          <w:lang w:val="en-GB"/>
        </w:rPr>
        <w:t>rd</w:t>
      </w:r>
      <w:r w:rsidRPr="0050559B">
        <w:rPr>
          <w:i/>
          <w:iCs/>
          <w:lang w:val="en-GB"/>
        </w:rPr>
        <w:t xml:space="preserve"> Global Report on Adult Learning and Education (GRALE III)</w:t>
      </w:r>
      <w:r>
        <w:rPr>
          <w:lang w:val="en-GB"/>
        </w:rPr>
        <w:t xml:space="preserve">”, </w:t>
      </w:r>
      <w:r>
        <w:t>Београд</w:t>
      </w:r>
      <w:r>
        <w:rPr>
          <w:lang w:val="en-GB"/>
        </w:rPr>
        <w:t xml:space="preserve">, </w:t>
      </w:r>
      <w:r>
        <w:t xml:space="preserve">организатори: </w:t>
      </w:r>
      <w:r>
        <w:rPr>
          <w:lang w:val="en-GB"/>
        </w:rPr>
        <w:t>UNESCO</w:t>
      </w:r>
      <w:r>
        <w:t>-в Институт за целоживотно учење из Хамбурга (</w:t>
      </w:r>
      <w:r>
        <w:rPr>
          <w:lang w:val="en-GB"/>
        </w:rPr>
        <w:t>UIL</w:t>
      </w:r>
      <w:r>
        <w:t xml:space="preserve">), Међународни савет за образовање одраслих – </w:t>
      </w:r>
      <w:r>
        <w:rPr>
          <w:lang w:val="en-GB"/>
        </w:rPr>
        <w:t xml:space="preserve">ICAE </w:t>
      </w:r>
      <w:r>
        <w:t xml:space="preserve">(са седиштем у Уругвају), Катедра за андрагогију Филозофског факултета Универзитета у Београду, Друштво за образовање одраслих из Београда (2017); </w:t>
      </w:r>
      <w:r>
        <w:rPr>
          <w:lang w:val="hr-HR"/>
        </w:rPr>
        <w:t>Конференција</w:t>
      </w:r>
      <w:r w:rsidRPr="008E7CA9">
        <w:rPr>
          <w:lang w:val="hr-HR"/>
        </w:rPr>
        <w:t xml:space="preserve"> </w:t>
      </w:r>
      <w:r w:rsidRPr="00290730">
        <w:rPr>
          <w:lang w:val="hr-HR"/>
        </w:rPr>
        <w:t>„</w:t>
      </w:r>
      <w:r>
        <w:rPr>
          <w:i/>
          <w:iCs/>
          <w:lang w:val="hr-HR"/>
        </w:rPr>
        <w:t>Мој пут до жељеног занимања</w:t>
      </w:r>
      <w:r>
        <w:t>“</w:t>
      </w:r>
      <w:r w:rsidRPr="008E7CA9">
        <w:rPr>
          <w:lang w:val="hr-HR"/>
        </w:rPr>
        <w:t xml:space="preserve">, </w:t>
      </w:r>
      <w:r>
        <w:t>Београд</w:t>
      </w:r>
      <w:r w:rsidRPr="008E7CA9">
        <w:rPr>
          <w:lang w:val="hr-HR"/>
        </w:rPr>
        <w:t xml:space="preserve">, Deutsche Gesellschaft fur Internationale Zusammenarbeit (GIZ) GmbH, </w:t>
      </w:r>
      <w:r>
        <w:t>Министарство просвете, науке и технолошког развоја</w:t>
      </w:r>
      <w:r w:rsidRPr="008E7CA9">
        <w:rPr>
          <w:lang w:val="hr-HR"/>
        </w:rPr>
        <w:t>,</w:t>
      </w:r>
      <w:r>
        <w:t xml:space="preserve"> Министарство омладине и спорта (2014); Завршна конференција </w:t>
      </w:r>
      <w:r>
        <w:rPr>
          <w:lang w:val="en-GB"/>
        </w:rPr>
        <w:t>BeLL</w:t>
      </w:r>
      <w:r>
        <w:t xml:space="preserve"> пројекта</w:t>
      </w:r>
      <w:r>
        <w:rPr>
          <w:lang w:val="en-GB"/>
        </w:rPr>
        <w:t xml:space="preserve"> “BeLL – Final Results and Dissemination Workshop”, </w:t>
      </w:r>
      <w:r>
        <w:t xml:space="preserve">Бон, </w:t>
      </w:r>
      <w:r>
        <w:rPr>
          <w:lang w:val="en-GB"/>
        </w:rPr>
        <w:t>DIE – German Institute for Lifelong Learning (2014);</w:t>
      </w:r>
      <w:r>
        <w:t xml:space="preserve">  </w:t>
      </w:r>
      <w:r>
        <w:rPr>
          <w:color w:val="000000"/>
        </w:rPr>
        <w:t>Међународна конференција</w:t>
      </w:r>
      <w:r w:rsidRPr="00F149E4">
        <w:rPr>
          <w:color w:val="000000"/>
        </w:rPr>
        <w:t xml:space="preserve"> </w:t>
      </w:r>
      <w:r w:rsidRPr="00F70678">
        <w:rPr>
          <w:color w:val="000000"/>
        </w:rPr>
        <w:t>"</w:t>
      </w:r>
      <w:r w:rsidRPr="00F149E4">
        <w:rPr>
          <w:i/>
          <w:iCs/>
          <w:color w:val="000000"/>
        </w:rPr>
        <w:t>Serbia Within European Paradigm of Career Guidance – Recommendations and Perspectives</w:t>
      </w:r>
      <w:r w:rsidRPr="00F70678">
        <w:rPr>
          <w:color w:val="000000"/>
        </w:rPr>
        <w:t>"</w:t>
      </w:r>
      <w:r w:rsidRPr="00F149E4">
        <w:rPr>
          <w:color w:val="000000"/>
        </w:rPr>
        <w:t>, Careers:</w:t>
      </w:r>
      <w:r>
        <w:rPr>
          <w:color w:val="000000"/>
        </w:rPr>
        <w:t xml:space="preserve"> развој каријерног вођења у циљу унапређивања високог образовања у Србији, Ниш, Филозофски факултет Универзитета у Нишу (2013); </w:t>
      </w:r>
      <w:r>
        <w:rPr>
          <w:spacing w:val="-3"/>
          <w:lang w:val="hr-HR"/>
        </w:rPr>
        <w:t>Трећа конференција</w:t>
      </w:r>
      <w:r w:rsidRPr="008E7CA9">
        <w:rPr>
          <w:spacing w:val="-3"/>
          <w:lang w:val="hr-HR"/>
        </w:rPr>
        <w:t xml:space="preserve"> ESREA</w:t>
      </w:r>
      <w:r>
        <w:rPr>
          <w:spacing w:val="-3"/>
        </w:rPr>
        <w:t xml:space="preserve"> -</w:t>
      </w:r>
      <w:r w:rsidRPr="008E7CA9">
        <w:rPr>
          <w:spacing w:val="-3"/>
          <w:lang w:val="hr-HR"/>
        </w:rPr>
        <w:t xml:space="preserve"> ELOA </w:t>
      </w:r>
      <w:r w:rsidRPr="00F149E4">
        <w:rPr>
          <w:spacing w:val="-3"/>
          <w:lang w:val="hr-HR"/>
        </w:rPr>
        <w:t>(Education and Learning of Older Adults)</w:t>
      </w:r>
      <w:r>
        <w:rPr>
          <w:spacing w:val="-3"/>
          <w:lang w:val="hr-HR"/>
        </w:rPr>
        <w:t xml:space="preserve"> мреже</w:t>
      </w:r>
      <w:r w:rsidRPr="008E7CA9">
        <w:rPr>
          <w:spacing w:val="-3"/>
          <w:lang w:val="hr-HR"/>
        </w:rPr>
        <w:t xml:space="preserve"> </w:t>
      </w:r>
      <w:r w:rsidRPr="00F70678">
        <w:rPr>
          <w:spacing w:val="-3"/>
          <w:lang w:val="hr-HR"/>
        </w:rPr>
        <w:t>"</w:t>
      </w:r>
      <w:r w:rsidRPr="008E7CA9">
        <w:rPr>
          <w:i/>
          <w:iCs/>
          <w:spacing w:val="-3"/>
          <w:lang w:val="hr-HR"/>
        </w:rPr>
        <w:t>Intergenerational Solidarity and Education of Older Adults in Community</w:t>
      </w:r>
      <w:r w:rsidRPr="00F70678">
        <w:rPr>
          <w:spacing w:val="-3"/>
          <w:lang w:val="hr-HR"/>
        </w:rPr>
        <w:t>"</w:t>
      </w:r>
      <w:r w:rsidRPr="008E7CA9">
        <w:rPr>
          <w:spacing w:val="-3"/>
          <w:lang w:val="hr-HR"/>
        </w:rPr>
        <w:t xml:space="preserve">, </w:t>
      </w:r>
      <w:r>
        <w:rPr>
          <w:spacing w:val="-3"/>
          <w:lang w:val="hr-HR"/>
        </w:rPr>
        <w:t>Филозофски факултет</w:t>
      </w:r>
      <w:r w:rsidRPr="008E7CA9">
        <w:rPr>
          <w:spacing w:val="-3"/>
          <w:lang w:val="hr-HR"/>
        </w:rPr>
        <w:t>,</w:t>
      </w:r>
      <w:r>
        <w:rPr>
          <w:spacing w:val="-3"/>
        </w:rPr>
        <w:t xml:space="preserve"> Универзитет у Љубљани, Словенија</w:t>
      </w:r>
      <w:r>
        <w:rPr>
          <w:spacing w:val="-3"/>
          <w:lang w:val="hr-HR"/>
        </w:rPr>
        <w:t xml:space="preserve"> (2012).</w:t>
      </w:r>
    </w:p>
    <w:p w:rsidR="00A42D50" w:rsidRDefault="00A42D50" w:rsidP="0086546D">
      <w:pPr>
        <w:jc w:val="both"/>
        <w:rPr>
          <w:spacing w:val="-3"/>
          <w:lang w:val="hr-HR"/>
        </w:rPr>
      </w:pPr>
    </w:p>
    <w:p w:rsidR="00A42D50" w:rsidRPr="00D2603B" w:rsidRDefault="00A42D50" w:rsidP="000C3886">
      <w:pPr>
        <w:jc w:val="both"/>
        <w:rPr>
          <w:spacing w:val="-3"/>
        </w:rPr>
      </w:pPr>
      <w:r>
        <w:rPr>
          <w:spacing w:val="-3"/>
        </w:rPr>
        <w:t>Поред учешћа на научним и стручним скуповима Едиса Кецап је, као тренер, реализовала већи број обука (семинара) за наставнике и тренере који раде у области образовања одраслих.</w:t>
      </w:r>
    </w:p>
    <w:p w:rsidR="00A42D50" w:rsidRDefault="00A42D50" w:rsidP="00CA5296">
      <w:pPr>
        <w:jc w:val="both"/>
        <w:rPr>
          <w:lang w:val="ru-RU"/>
        </w:rPr>
      </w:pPr>
    </w:p>
    <w:p w:rsidR="00A42D50" w:rsidRDefault="00A42D50" w:rsidP="00CA5296">
      <w:pPr>
        <w:jc w:val="both"/>
        <w:rPr>
          <w:lang w:val="ru-RU"/>
        </w:rPr>
      </w:pPr>
    </w:p>
    <w:p w:rsidR="00A42D50" w:rsidRDefault="00A42D50" w:rsidP="00CA5296">
      <w:pPr>
        <w:jc w:val="both"/>
        <w:rPr>
          <w:lang w:val="ru-RU"/>
        </w:rPr>
      </w:pPr>
    </w:p>
    <w:p w:rsidR="00A42D50" w:rsidRDefault="00A42D50" w:rsidP="00CA5296">
      <w:pPr>
        <w:jc w:val="both"/>
        <w:rPr>
          <w:lang w:val="ru-RU"/>
        </w:rPr>
      </w:pPr>
    </w:p>
    <w:p w:rsidR="00A42D50" w:rsidRDefault="00A42D50" w:rsidP="00CA5296">
      <w:pPr>
        <w:jc w:val="both"/>
        <w:rPr>
          <w:lang w:val="ru-RU"/>
        </w:rPr>
      </w:pPr>
    </w:p>
    <w:p w:rsidR="00A42D50" w:rsidRPr="00A3741A" w:rsidRDefault="00A42D50" w:rsidP="00C30737">
      <w:pPr>
        <w:jc w:val="both"/>
        <w:rPr>
          <w:i/>
          <w:iCs/>
        </w:rPr>
      </w:pPr>
      <w:r w:rsidRPr="00A3741A">
        <w:rPr>
          <w:i/>
          <w:iCs/>
        </w:rPr>
        <w:t>Учешће на пројектима</w:t>
      </w:r>
    </w:p>
    <w:p w:rsidR="00A42D50" w:rsidRDefault="00A42D50" w:rsidP="00C30737">
      <w:pPr>
        <w:jc w:val="both"/>
      </w:pPr>
    </w:p>
    <w:p w:rsidR="00A42D50" w:rsidRDefault="00A42D50" w:rsidP="00C30737">
      <w:pPr>
        <w:jc w:val="both"/>
      </w:pPr>
      <w:r>
        <w:t>Кандидаткиња је, учествујући на већем броју националних и међународних пројеката, покривала различите позиције међу којима су:</w:t>
      </w:r>
    </w:p>
    <w:p w:rsidR="00A42D50" w:rsidRDefault="00A42D50" w:rsidP="00C30737">
      <w:pPr>
        <w:jc w:val="both"/>
      </w:pPr>
    </w:p>
    <w:p w:rsidR="00A42D50" w:rsidRDefault="00A42D50" w:rsidP="00C30737">
      <w:pPr>
        <w:jc w:val="both"/>
        <w:rPr>
          <w:lang w:val="ru-RU"/>
        </w:rPr>
      </w:pPr>
      <w:r>
        <w:rPr>
          <w:lang w:val="ru-RU"/>
        </w:rPr>
        <w:t>1) Пројекат Института за педагогију и андрагогију Филозофског факултета Универзитета у Београду „Модели процењивања и стратегија унапређивања квалитета образовања у Србији”</w:t>
      </w:r>
      <w:r w:rsidRPr="00D84573">
        <w:rPr>
          <w:lang w:val="ru-RU"/>
        </w:rPr>
        <w:t xml:space="preserve"> </w:t>
      </w:r>
      <w:r>
        <w:rPr>
          <w:b/>
          <w:bCs/>
          <w:lang w:val="ru-RU"/>
        </w:rPr>
        <w:t xml:space="preserve">- </w:t>
      </w:r>
      <w:r>
        <w:rPr>
          <w:lang w:val="ru-RU"/>
        </w:rPr>
        <w:t>евиденциони број</w:t>
      </w:r>
      <w:r w:rsidRPr="00D84573">
        <w:rPr>
          <w:lang w:val="ru-RU"/>
        </w:rPr>
        <w:t xml:space="preserve"> </w:t>
      </w:r>
      <w:r w:rsidRPr="00CF3C7E">
        <w:rPr>
          <w:lang w:val="ru-RU"/>
        </w:rPr>
        <w:t>пројекта</w:t>
      </w:r>
      <w:r>
        <w:rPr>
          <w:lang w:val="ru-RU"/>
        </w:rPr>
        <w:t xml:space="preserve">: 179060 (2011 - у току), финансиран од стране Министарства просвете, науке и технолошког развоја Републике Србије </w:t>
      </w:r>
    </w:p>
    <w:p w:rsidR="00A42D50" w:rsidRDefault="00A42D50" w:rsidP="00C30737">
      <w:pPr>
        <w:jc w:val="both"/>
        <w:rPr>
          <w:lang w:val="ru-RU"/>
        </w:rPr>
      </w:pPr>
      <w:r>
        <w:rPr>
          <w:lang w:val="ru-RU"/>
        </w:rPr>
        <w:t>– сарадник на пројекту.</w:t>
      </w:r>
    </w:p>
    <w:p w:rsidR="00A42D50" w:rsidRDefault="00A42D50" w:rsidP="00C30737">
      <w:pPr>
        <w:jc w:val="both"/>
        <w:rPr>
          <w:lang w:val="ru-RU"/>
        </w:rPr>
      </w:pPr>
    </w:p>
    <w:p w:rsidR="00A42D50" w:rsidRDefault="00A42D50" w:rsidP="00C30737">
      <w:pPr>
        <w:jc w:val="both"/>
        <w:rPr>
          <w:lang w:val="sr-Cyrl-CS"/>
        </w:rPr>
      </w:pPr>
      <w:r w:rsidRPr="00605061">
        <w:rPr>
          <w:lang w:val="ru-RU"/>
        </w:rPr>
        <w:t xml:space="preserve">2) </w:t>
      </w:r>
      <w:r>
        <w:rPr>
          <w:lang w:val="sr-Cyrl-CS"/>
        </w:rPr>
        <w:t xml:space="preserve">Пројекат </w:t>
      </w:r>
      <w:r w:rsidRPr="00605061">
        <w:rPr>
          <w:lang w:val="ru-RU"/>
        </w:rPr>
        <w:t>Универзитет</w:t>
      </w:r>
      <w:r>
        <w:rPr>
          <w:lang w:val="sr-Cyrl-CS"/>
        </w:rPr>
        <w:t>а</w:t>
      </w:r>
      <w:r w:rsidRPr="00605061">
        <w:rPr>
          <w:lang w:val="ru-RU"/>
        </w:rPr>
        <w:t xml:space="preserve"> у Београду, пројекат </w:t>
      </w:r>
      <w:r w:rsidRPr="008E7CA9">
        <w:t>ESRALE</w:t>
      </w:r>
      <w:r w:rsidRPr="00605061">
        <w:rPr>
          <w:lang w:val="ru-RU"/>
        </w:rPr>
        <w:t xml:space="preserve"> (</w:t>
      </w:r>
      <w:r w:rsidRPr="008E7CA9">
        <w:t>European</w:t>
      </w:r>
      <w:r w:rsidRPr="00605061">
        <w:rPr>
          <w:lang w:val="ru-RU"/>
        </w:rPr>
        <w:t xml:space="preserve"> </w:t>
      </w:r>
      <w:r w:rsidRPr="008E7CA9">
        <w:t>Studies</w:t>
      </w:r>
      <w:r w:rsidRPr="00605061">
        <w:rPr>
          <w:lang w:val="ru-RU"/>
        </w:rPr>
        <w:t xml:space="preserve"> </w:t>
      </w:r>
      <w:r w:rsidRPr="008E7CA9">
        <w:t>and</w:t>
      </w:r>
      <w:r w:rsidRPr="00605061">
        <w:rPr>
          <w:lang w:val="ru-RU"/>
        </w:rPr>
        <w:t xml:space="preserve"> </w:t>
      </w:r>
      <w:r w:rsidRPr="008E7CA9">
        <w:t>Research</w:t>
      </w:r>
      <w:r w:rsidRPr="00605061">
        <w:rPr>
          <w:lang w:val="ru-RU"/>
        </w:rPr>
        <w:t xml:space="preserve"> </w:t>
      </w:r>
      <w:r w:rsidRPr="008E7CA9">
        <w:t>in</w:t>
      </w:r>
      <w:r w:rsidRPr="00605061">
        <w:rPr>
          <w:lang w:val="ru-RU"/>
        </w:rPr>
        <w:t xml:space="preserve"> </w:t>
      </w:r>
      <w:r w:rsidRPr="008E7CA9">
        <w:t>Adult</w:t>
      </w:r>
      <w:r w:rsidRPr="00605061">
        <w:rPr>
          <w:lang w:val="ru-RU"/>
        </w:rPr>
        <w:t xml:space="preserve"> </w:t>
      </w:r>
      <w:r w:rsidRPr="008E7CA9">
        <w:t>Learning</w:t>
      </w:r>
      <w:r w:rsidRPr="00605061">
        <w:rPr>
          <w:lang w:val="ru-RU"/>
        </w:rPr>
        <w:t xml:space="preserve"> </w:t>
      </w:r>
      <w:r w:rsidRPr="008E7CA9">
        <w:t>and</w:t>
      </w:r>
      <w:r w:rsidRPr="00605061">
        <w:rPr>
          <w:lang w:val="ru-RU"/>
        </w:rPr>
        <w:t xml:space="preserve"> </w:t>
      </w:r>
      <w:r w:rsidRPr="008E7CA9">
        <w:t>Education</w:t>
      </w:r>
      <w:r w:rsidRPr="00605061">
        <w:rPr>
          <w:lang w:val="ru-RU"/>
        </w:rPr>
        <w:t>)</w:t>
      </w:r>
      <w:r>
        <w:rPr>
          <w:lang w:val="ru-RU"/>
        </w:rPr>
        <w:t>,</w:t>
      </w:r>
      <w:r w:rsidRPr="00605061">
        <w:rPr>
          <w:lang w:val="ru-RU"/>
        </w:rPr>
        <w:t xml:space="preserve"> у оквиру </w:t>
      </w:r>
      <w:r w:rsidRPr="008E7CA9">
        <w:t>Lifelong</w:t>
      </w:r>
      <w:r w:rsidRPr="00605061">
        <w:rPr>
          <w:lang w:val="ru-RU"/>
        </w:rPr>
        <w:t xml:space="preserve"> </w:t>
      </w:r>
      <w:r w:rsidRPr="008E7CA9">
        <w:t>Learning</w:t>
      </w:r>
      <w:r w:rsidRPr="00605061">
        <w:rPr>
          <w:lang w:val="ru-RU"/>
        </w:rPr>
        <w:t xml:space="preserve"> </w:t>
      </w:r>
      <w:r w:rsidRPr="008E7CA9">
        <w:t>Programme</w:t>
      </w:r>
      <w:r w:rsidRPr="00605061">
        <w:rPr>
          <w:lang w:val="ru-RU"/>
        </w:rPr>
        <w:t xml:space="preserve">, суб-програм </w:t>
      </w:r>
      <w:r w:rsidRPr="008E7CA9">
        <w:t>ERASMUS</w:t>
      </w:r>
      <w:r>
        <w:rPr>
          <w:lang w:val="sr-Cyrl-CS"/>
        </w:rPr>
        <w:t xml:space="preserve"> (јануар 2014 – новембар 2016. године) </w:t>
      </w:r>
    </w:p>
    <w:p w:rsidR="00A42D50" w:rsidRDefault="00A42D50" w:rsidP="00C30737">
      <w:pPr>
        <w:jc w:val="both"/>
        <w:rPr>
          <w:lang w:val="sr-Cyrl-CS"/>
        </w:rPr>
      </w:pPr>
      <w:r>
        <w:rPr>
          <w:lang w:val="sr-Cyrl-CS"/>
        </w:rPr>
        <w:t>– сарадник тима за реализацију пројекта.</w:t>
      </w:r>
    </w:p>
    <w:p w:rsidR="00A42D50" w:rsidRDefault="00A42D50" w:rsidP="00C30737">
      <w:pPr>
        <w:jc w:val="both"/>
        <w:rPr>
          <w:lang w:val="sr-Cyrl-CS"/>
        </w:rPr>
      </w:pPr>
    </w:p>
    <w:p w:rsidR="00A42D50" w:rsidRDefault="00A42D50" w:rsidP="00C30737">
      <w:pPr>
        <w:jc w:val="both"/>
        <w:rPr>
          <w:lang w:val="ru-RU"/>
        </w:rPr>
      </w:pPr>
      <w:r>
        <w:rPr>
          <w:lang w:val="sr-Cyrl-CS"/>
        </w:rPr>
        <w:t xml:space="preserve">3) Пројекат „Снажни од почетка“, </w:t>
      </w:r>
      <w:r w:rsidRPr="0013490F">
        <w:rPr>
          <w:lang w:val="ru-RU"/>
        </w:rPr>
        <w:t>Центар за интерактивну педагогију – ЦИП</w:t>
      </w:r>
      <w:r>
        <w:rPr>
          <w:lang w:val="ru-RU"/>
        </w:rPr>
        <w:t xml:space="preserve"> (октобар 2014. године) </w:t>
      </w:r>
    </w:p>
    <w:p w:rsidR="00A42D50" w:rsidRDefault="00A42D50" w:rsidP="00C30737">
      <w:pPr>
        <w:jc w:val="both"/>
        <w:rPr>
          <w:lang w:val="ru-RU"/>
        </w:rPr>
      </w:pPr>
      <w:r>
        <w:rPr>
          <w:lang w:val="ru-RU"/>
        </w:rPr>
        <w:t>- спољашњи</w:t>
      </w:r>
      <w:r w:rsidRPr="0013490F">
        <w:rPr>
          <w:lang w:val="ru-RU"/>
        </w:rPr>
        <w:t xml:space="preserve"> евалуатор</w:t>
      </w:r>
      <w:r>
        <w:rPr>
          <w:lang w:val="ru-RU"/>
        </w:rPr>
        <w:t>.</w:t>
      </w:r>
    </w:p>
    <w:p w:rsidR="00A42D50" w:rsidRDefault="00A42D50" w:rsidP="00C30737">
      <w:pPr>
        <w:jc w:val="both"/>
        <w:rPr>
          <w:lang w:val="ru-RU"/>
        </w:rPr>
      </w:pPr>
    </w:p>
    <w:p w:rsidR="00A42D50" w:rsidRDefault="00A42D50" w:rsidP="00C30737">
      <w:pPr>
        <w:jc w:val="both"/>
        <w:rPr>
          <w:lang w:val="ru-RU"/>
        </w:rPr>
      </w:pPr>
      <w:r>
        <w:rPr>
          <w:lang w:val="ru-RU"/>
        </w:rPr>
        <w:t>4)</w:t>
      </w:r>
      <w:r w:rsidRPr="00414D5A">
        <w:rPr>
          <w:i/>
          <w:iCs/>
          <w:lang w:val="ru-RU"/>
        </w:rPr>
        <w:t xml:space="preserve"> </w:t>
      </w:r>
      <w:r>
        <w:rPr>
          <w:lang w:val="ru-RU"/>
        </w:rPr>
        <w:t>М</w:t>
      </w:r>
      <w:r w:rsidRPr="00414D5A">
        <w:rPr>
          <w:lang w:val="ru-RU"/>
        </w:rPr>
        <w:t>е</w:t>
      </w:r>
      <w:r>
        <w:rPr>
          <w:lang w:val="ru-RU"/>
        </w:rPr>
        <w:t>ђународни пројекат "</w:t>
      </w:r>
      <w:r w:rsidRPr="008E7CA9">
        <w:t>BeLL</w:t>
      </w:r>
      <w:r w:rsidRPr="00414D5A">
        <w:rPr>
          <w:lang w:val="ru-RU"/>
        </w:rPr>
        <w:t xml:space="preserve"> - </w:t>
      </w:r>
      <w:r w:rsidRPr="008E7CA9">
        <w:t>Benefits</w:t>
      </w:r>
      <w:r w:rsidRPr="00414D5A">
        <w:rPr>
          <w:lang w:val="ru-RU"/>
        </w:rPr>
        <w:t xml:space="preserve"> </w:t>
      </w:r>
      <w:r w:rsidRPr="008E7CA9">
        <w:t>of</w:t>
      </w:r>
      <w:r w:rsidRPr="00414D5A">
        <w:rPr>
          <w:lang w:val="ru-RU"/>
        </w:rPr>
        <w:t xml:space="preserve"> </w:t>
      </w:r>
      <w:r w:rsidRPr="008E7CA9">
        <w:t>Lifelong</w:t>
      </w:r>
      <w:r w:rsidRPr="00414D5A">
        <w:rPr>
          <w:lang w:val="ru-RU"/>
        </w:rPr>
        <w:t xml:space="preserve"> </w:t>
      </w:r>
      <w:r w:rsidRPr="008E7CA9">
        <w:t>Learning</w:t>
      </w:r>
      <w:r>
        <w:rPr>
          <w:lang w:val="ru-RU"/>
        </w:rPr>
        <w:t xml:space="preserve">" </w:t>
      </w:r>
      <w:r w:rsidRPr="00414D5A">
        <w:rPr>
          <w:lang w:val="ru-RU"/>
        </w:rPr>
        <w:t>(</w:t>
      </w:r>
      <w:r>
        <w:t>DIE</w:t>
      </w:r>
      <w:r w:rsidRPr="00414D5A">
        <w:rPr>
          <w:lang w:val="ru-RU"/>
        </w:rPr>
        <w:t>, Нема</w:t>
      </w:r>
      <w:r>
        <w:rPr>
          <w:lang w:val="ru-RU"/>
        </w:rPr>
        <w:t>ч</w:t>
      </w:r>
      <w:r w:rsidRPr="00414D5A">
        <w:rPr>
          <w:lang w:val="ru-RU"/>
        </w:rPr>
        <w:t>ка)</w:t>
      </w:r>
      <w:r>
        <w:rPr>
          <w:lang w:val="ru-RU"/>
        </w:rPr>
        <w:t xml:space="preserve">, </w:t>
      </w:r>
      <w:r w:rsidRPr="00414D5A">
        <w:rPr>
          <w:lang w:val="ru-RU"/>
        </w:rPr>
        <w:t>компаративно истра</w:t>
      </w:r>
      <w:r>
        <w:rPr>
          <w:lang w:val="ru-RU"/>
        </w:rPr>
        <w:t>ж</w:t>
      </w:r>
      <w:r w:rsidRPr="00414D5A">
        <w:rPr>
          <w:lang w:val="ru-RU"/>
        </w:rPr>
        <w:t>ивање</w:t>
      </w:r>
      <w:r>
        <w:rPr>
          <w:lang w:val="ru-RU"/>
        </w:rPr>
        <w:t xml:space="preserve"> у</w:t>
      </w:r>
      <w:r w:rsidRPr="00414D5A">
        <w:rPr>
          <w:lang w:val="ru-RU"/>
        </w:rPr>
        <w:t xml:space="preserve"> 10 европских земаља</w:t>
      </w:r>
      <w:r>
        <w:rPr>
          <w:lang w:val="ru-RU"/>
        </w:rPr>
        <w:t xml:space="preserve">; носилац пројекта за Србију - </w:t>
      </w:r>
      <w:r w:rsidRPr="00414D5A">
        <w:rPr>
          <w:lang w:val="ru-RU"/>
        </w:rPr>
        <w:t>Дру</w:t>
      </w:r>
      <w:r>
        <w:rPr>
          <w:lang w:val="ru-RU"/>
        </w:rPr>
        <w:t>ш</w:t>
      </w:r>
      <w:r w:rsidRPr="00414D5A">
        <w:rPr>
          <w:lang w:val="ru-RU"/>
        </w:rPr>
        <w:t>тв</w:t>
      </w:r>
      <w:r>
        <w:rPr>
          <w:lang w:val="ru-RU"/>
        </w:rPr>
        <w:t xml:space="preserve">о за образовање одраслих (јун 2012 – јануар 2014. године) </w:t>
      </w:r>
    </w:p>
    <w:p w:rsidR="00A42D50" w:rsidRDefault="00A42D50" w:rsidP="00C30737">
      <w:pPr>
        <w:jc w:val="both"/>
        <w:rPr>
          <w:lang w:val="ru-RU"/>
        </w:rPr>
      </w:pPr>
      <w:r>
        <w:rPr>
          <w:lang w:val="ru-RU"/>
        </w:rPr>
        <w:t>- к</w:t>
      </w:r>
      <w:r w:rsidRPr="00414D5A">
        <w:rPr>
          <w:lang w:val="ru-RU"/>
        </w:rPr>
        <w:t xml:space="preserve">оординатор </w:t>
      </w:r>
      <w:r>
        <w:rPr>
          <w:lang w:val="ru-RU"/>
        </w:rPr>
        <w:t xml:space="preserve">пројекта </w:t>
      </w:r>
      <w:r w:rsidRPr="00414D5A">
        <w:rPr>
          <w:lang w:val="ru-RU"/>
        </w:rPr>
        <w:t>и реализатор за Србију</w:t>
      </w:r>
      <w:r>
        <w:rPr>
          <w:lang w:val="ru-RU"/>
        </w:rPr>
        <w:t>.</w:t>
      </w:r>
    </w:p>
    <w:p w:rsidR="00A42D50" w:rsidRDefault="00A42D50" w:rsidP="00C30737">
      <w:pPr>
        <w:jc w:val="both"/>
        <w:rPr>
          <w:lang w:val="ru-RU"/>
        </w:rPr>
      </w:pPr>
    </w:p>
    <w:p w:rsidR="00A42D50" w:rsidRDefault="00A42D50" w:rsidP="00C30737">
      <w:pPr>
        <w:jc w:val="both"/>
        <w:rPr>
          <w:lang w:val="ru-RU"/>
        </w:rPr>
      </w:pPr>
      <w:r>
        <w:rPr>
          <w:lang w:val="ru-RU"/>
        </w:rPr>
        <w:t xml:space="preserve">5) </w:t>
      </w:r>
      <w:r w:rsidRPr="008E7CA9">
        <w:t>GOPA</w:t>
      </w:r>
      <w:r w:rsidRPr="00B7437A">
        <w:rPr>
          <w:lang w:val="ru-RU"/>
        </w:rPr>
        <w:t xml:space="preserve"> </w:t>
      </w:r>
      <w:r w:rsidRPr="008E7CA9">
        <w:rPr>
          <w:lang w:val="de-DE"/>
        </w:rPr>
        <w:t>Worldwide</w:t>
      </w:r>
      <w:r w:rsidRPr="00B7437A">
        <w:rPr>
          <w:lang w:val="ru-RU"/>
        </w:rPr>
        <w:t xml:space="preserve"> </w:t>
      </w:r>
      <w:r w:rsidRPr="008E7CA9">
        <w:rPr>
          <w:lang w:val="de-DE"/>
        </w:rPr>
        <w:t>Consultan</w:t>
      </w:r>
      <w:r>
        <w:rPr>
          <w:lang w:val="de-DE"/>
        </w:rPr>
        <w:t>ts</w:t>
      </w:r>
      <w:r w:rsidRPr="00B7437A">
        <w:rPr>
          <w:lang w:val="ru-RU"/>
        </w:rPr>
        <w:t xml:space="preserve"> </w:t>
      </w:r>
      <w:r>
        <w:rPr>
          <w:lang w:val="de-DE"/>
        </w:rPr>
        <w:t>GmbH</w:t>
      </w:r>
      <w:r w:rsidRPr="00B7437A">
        <w:rPr>
          <w:lang w:val="ru-RU"/>
        </w:rPr>
        <w:t>, пројекат</w:t>
      </w:r>
      <w:r>
        <w:rPr>
          <w:lang w:val="ru-RU"/>
        </w:rPr>
        <w:t xml:space="preserve"> „</w:t>
      </w:r>
      <w:r w:rsidRPr="00B7437A">
        <w:rPr>
          <w:lang w:val="ru-RU"/>
        </w:rPr>
        <w:t xml:space="preserve">Друга </w:t>
      </w:r>
      <w:r>
        <w:rPr>
          <w:lang w:val="ru-RU"/>
        </w:rPr>
        <w:t>ш</w:t>
      </w:r>
      <w:r w:rsidRPr="00B7437A">
        <w:rPr>
          <w:lang w:val="ru-RU"/>
        </w:rPr>
        <w:t>анса - Развој система функционалног основног образовања одраслих - ФООО у Србији</w:t>
      </w:r>
      <w:r>
        <w:rPr>
          <w:lang w:val="ru-RU"/>
        </w:rPr>
        <w:t xml:space="preserve">” (јун 2011 – новембар 2012. године) </w:t>
      </w:r>
    </w:p>
    <w:p w:rsidR="00A42D50" w:rsidRDefault="00A42D50" w:rsidP="00C30737">
      <w:pPr>
        <w:jc w:val="both"/>
        <w:rPr>
          <w:lang w:val="ru-RU"/>
        </w:rPr>
      </w:pPr>
      <w:r>
        <w:rPr>
          <w:lang w:val="ru-RU"/>
        </w:rPr>
        <w:t>- ј</w:t>
      </w:r>
      <w:r w:rsidRPr="00B7437A">
        <w:rPr>
          <w:lang w:val="ru-RU"/>
        </w:rPr>
        <w:t>униор експерт – асистент тренера</w:t>
      </w:r>
      <w:r>
        <w:rPr>
          <w:lang w:val="ru-RU"/>
        </w:rPr>
        <w:t xml:space="preserve"> за о</w:t>
      </w:r>
      <w:r w:rsidRPr="00B7437A">
        <w:rPr>
          <w:lang w:val="ru-RU"/>
        </w:rPr>
        <w:t>бу</w:t>
      </w:r>
      <w:r>
        <w:rPr>
          <w:lang w:val="ru-RU"/>
        </w:rPr>
        <w:t>ч</w:t>
      </w:r>
      <w:r w:rsidRPr="00B7437A">
        <w:rPr>
          <w:lang w:val="ru-RU"/>
        </w:rPr>
        <w:t xml:space="preserve">авање наставника основних </w:t>
      </w:r>
      <w:r>
        <w:rPr>
          <w:lang w:val="ru-RU"/>
        </w:rPr>
        <w:t>ш</w:t>
      </w:r>
      <w:r w:rsidRPr="00B7437A">
        <w:rPr>
          <w:lang w:val="ru-RU"/>
        </w:rPr>
        <w:t>кола за рад са одраслима у оквиру обука</w:t>
      </w:r>
      <w:r>
        <w:rPr>
          <w:lang w:val="ru-RU"/>
        </w:rPr>
        <w:t xml:space="preserve"> „</w:t>
      </w:r>
      <w:r w:rsidRPr="00B7437A">
        <w:rPr>
          <w:lang w:val="ru-RU"/>
        </w:rPr>
        <w:t>Бази</w:t>
      </w:r>
      <w:r>
        <w:rPr>
          <w:lang w:val="ru-RU"/>
        </w:rPr>
        <w:t>ч</w:t>
      </w:r>
      <w:r w:rsidRPr="00B7437A">
        <w:rPr>
          <w:lang w:val="ru-RU"/>
        </w:rPr>
        <w:t>не андраго</w:t>
      </w:r>
      <w:r>
        <w:rPr>
          <w:lang w:val="ru-RU"/>
        </w:rPr>
        <w:t>ш</w:t>
      </w:r>
      <w:r w:rsidRPr="00B7437A">
        <w:rPr>
          <w:lang w:val="ru-RU"/>
        </w:rPr>
        <w:t>ке ве</w:t>
      </w:r>
      <w:r>
        <w:rPr>
          <w:lang w:val="ru-RU"/>
        </w:rPr>
        <w:t>ш</w:t>
      </w:r>
      <w:r w:rsidRPr="00B7437A">
        <w:rPr>
          <w:lang w:val="ru-RU"/>
        </w:rPr>
        <w:t>тине</w:t>
      </w:r>
      <w:r>
        <w:rPr>
          <w:lang w:val="ru-RU"/>
        </w:rPr>
        <w:t>”.</w:t>
      </w:r>
    </w:p>
    <w:p w:rsidR="00A42D50" w:rsidRDefault="00A42D50" w:rsidP="000F5BC2">
      <w:pPr>
        <w:jc w:val="both"/>
      </w:pPr>
    </w:p>
    <w:p w:rsidR="00A42D50" w:rsidRDefault="00A42D50" w:rsidP="00A649BA">
      <w:pPr>
        <w:jc w:val="both"/>
      </w:pPr>
    </w:p>
    <w:p w:rsidR="00A42D50" w:rsidRPr="00B34576" w:rsidRDefault="00A42D50" w:rsidP="00BF6B32">
      <w:pPr>
        <w:jc w:val="both"/>
        <w:rPr>
          <w:i/>
          <w:iCs/>
        </w:rPr>
      </w:pPr>
      <w:r>
        <w:rPr>
          <w:i/>
          <w:iCs/>
        </w:rPr>
        <w:t>Анализа научно-истраживачких радова</w:t>
      </w:r>
    </w:p>
    <w:p w:rsidR="00A42D50" w:rsidRDefault="00A42D50" w:rsidP="00BF6B32">
      <w:pPr>
        <w:jc w:val="both"/>
      </w:pPr>
    </w:p>
    <w:p w:rsidR="00A42D50" w:rsidRDefault="00A42D50" w:rsidP="00BF6B32">
      <w:pPr>
        <w:jc w:val="both"/>
      </w:pPr>
      <w:r>
        <w:t>Приложена библиографија кандидаткиње садржи 11 библиографских јединица, од којих смо одабрали три рада која ћемо сажето представити.</w:t>
      </w:r>
    </w:p>
    <w:p w:rsidR="00A42D50" w:rsidRDefault="00A42D50" w:rsidP="00BF6B32">
      <w:pPr>
        <w:jc w:val="both"/>
      </w:pPr>
    </w:p>
    <w:p w:rsidR="00A42D50" w:rsidRPr="00F67EF6" w:rsidRDefault="00A42D50" w:rsidP="00BF6B32">
      <w:pPr>
        <w:pStyle w:val="ListParagraph"/>
        <w:numPr>
          <w:ilvl w:val="0"/>
          <w:numId w:val="2"/>
        </w:numPr>
        <w:suppressAutoHyphens/>
        <w:autoSpaceDN w:val="0"/>
        <w:spacing w:line="276" w:lineRule="auto"/>
        <w:jc w:val="both"/>
        <w:textAlignment w:val="baseline"/>
        <w:rPr>
          <w:b/>
          <w:bCs/>
        </w:rPr>
      </w:pPr>
      <w:r>
        <w:t>Пекеч, K, Михајловић, Д</w:t>
      </w:r>
      <w:r w:rsidRPr="00F67EF6">
        <w:t xml:space="preserve">, </w:t>
      </w:r>
      <w:r>
        <w:t>Кецап</w:t>
      </w:r>
      <w:r w:rsidRPr="00F67EF6">
        <w:t xml:space="preserve">, E. (2016). </w:t>
      </w:r>
      <w:r w:rsidRPr="00F67EF6">
        <w:rPr>
          <w:b/>
          <w:bCs/>
        </w:rPr>
        <w:t>Lifeline Method in Research of Adult Learning and Career: Towards the Quality</w:t>
      </w:r>
      <w:r w:rsidRPr="00F67EF6">
        <w:t>; in. A.</w:t>
      </w:r>
      <w:r>
        <w:t xml:space="preserve"> </w:t>
      </w:r>
      <w:r w:rsidRPr="00F67EF6">
        <w:t>Pejatović, R.</w:t>
      </w:r>
      <w:r w:rsidRPr="00F67EF6">
        <w:rPr>
          <w:lang w:val="de-DE"/>
        </w:rPr>
        <w:t xml:space="preserve"> Egetenmeyer, M. Slowey</w:t>
      </w:r>
      <w:r w:rsidRPr="00F67EF6">
        <w:rPr>
          <w:shd w:val="clear" w:color="auto" w:fill="FFFFFF"/>
        </w:rPr>
        <w:t xml:space="preserve"> (Eds.): </w:t>
      </w:r>
      <w:r w:rsidRPr="00F67EF6">
        <w:rPr>
          <w:i/>
          <w:iCs/>
          <w:shd w:val="clear" w:color="auto" w:fill="FFFFFF"/>
        </w:rPr>
        <w:t>Contribution of Research to Improvement of Adult Education Quality</w:t>
      </w:r>
      <w:r w:rsidRPr="00F67EF6">
        <w:rPr>
          <w:shd w:val="clear" w:color="auto" w:fill="FFFFFF"/>
        </w:rPr>
        <w:t xml:space="preserve">. Belgrade: University of Belgrade, Faculty of Philosophy, Institute for Pedagogy and Andragogy; </w:t>
      </w:r>
      <w:r w:rsidRPr="00F67EF6">
        <w:t xml:space="preserve"> Wurzburg:</w:t>
      </w:r>
      <w:r w:rsidRPr="00F67EF6">
        <w:rPr>
          <w:shd w:val="clear" w:color="auto" w:fill="FFFFFF"/>
        </w:rPr>
        <w:t xml:space="preserve">  </w:t>
      </w:r>
      <w:r w:rsidRPr="00F67EF6">
        <w:t xml:space="preserve">University of Wurzburg; Dublin: Dublin City University </w:t>
      </w:r>
    </w:p>
    <w:p w:rsidR="00A42D50" w:rsidRPr="00F67EF6" w:rsidRDefault="00A42D50" w:rsidP="00BF6B32">
      <w:pPr>
        <w:pStyle w:val="ListParagraph"/>
        <w:spacing w:line="276" w:lineRule="auto"/>
        <w:jc w:val="both"/>
        <w:rPr>
          <w:b/>
          <w:bCs/>
        </w:rPr>
      </w:pPr>
    </w:p>
    <w:p w:rsidR="00A42D50" w:rsidRDefault="00A42D50" w:rsidP="00BF6B32">
      <w:pPr>
        <w:spacing w:line="276" w:lineRule="auto"/>
        <w:jc w:val="both"/>
      </w:pPr>
      <w:r>
        <w:t xml:space="preserve">У раду је истраживана веза између каријере, с једне стране и учења и образовања одраслих, с друге стране, при чему основни циљ истраживања представља испитивање њихових међусобних релације, преклапања и раздвајања у контексту кључних периода у каријери. Овом циљу придодат је још један, а то је испитивање домета коришћења </w:t>
      </w:r>
      <w:r>
        <w:rPr>
          <w:lang w:val="en-GB"/>
        </w:rPr>
        <w:t xml:space="preserve">lifeline </w:t>
      </w:r>
      <w:r>
        <w:t>методе истраживања, преузете из области каријерног вођења и саветовања, која није довољно употребљавана у научним истраживањима. Основни налази односе се на компарирање токова линија каријере и линија учења и образовања, односно изналажење и тумачење њихових преклапања и размимоилажења. Резултати истраживања показују да је линија каријере засићена периодима транзиције у каријери, док линијом образовања и учења доминира формално образовање, где је главна сврха да се добије диплома, а процес образовања скоро никада није описан као важан за њихову каријеру. Пад образовања одвија око тридесете или четрдесете године старости. Међутим, можда најважнији податак добијен овим истраживањем јесте то да се образовање као подршка каријери обично јавља у периодима око прве запослености, што говори да се образовање често сматра важним за улазак у професију, али не и као подршка у критичним периодима у каријери као што су незапосленост или дуготрајно одсуство и слично.</w:t>
      </w:r>
    </w:p>
    <w:p w:rsidR="00A42D50" w:rsidRPr="001F0E35" w:rsidRDefault="00A42D50" w:rsidP="00BF6B32">
      <w:pPr>
        <w:spacing w:line="276" w:lineRule="auto"/>
        <w:jc w:val="both"/>
      </w:pPr>
    </w:p>
    <w:p w:rsidR="00A42D50" w:rsidRPr="00F67EF6" w:rsidRDefault="00A42D50" w:rsidP="00BF6B32">
      <w:pPr>
        <w:pStyle w:val="ListParagraph"/>
        <w:numPr>
          <w:ilvl w:val="0"/>
          <w:numId w:val="1"/>
        </w:numPr>
        <w:suppressAutoHyphens/>
        <w:autoSpaceDN w:val="0"/>
        <w:spacing w:after="240" w:line="276" w:lineRule="auto"/>
        <w:jc w:val="both"/>
        <w:textAlignment w:val="baseline"/>
        <w:rPr>
          <w:color w:val="000000"/>
          <w:shd w:val="clear" w:color="auto" w:fill="FFFFFF"/>
        </w:rPr>
      </w:pPr>
      <w:r>
        <w:rPr>
          <w:color w:val="000000"/>
          <w:shd w:val="clear" w:color="auto" w:fill="FFFFFF"/>
        </w:rPr>
        <w:t>Кецап</w:t>
      </w:r>
      <w:r w:rsidRPr="00F67EF6">
        <w:rPr>
          <w:color w:val="000000"/>
          <w:shd w:val="clear" w:color="auto" w:fill="FFFFFF"/>
        </w:rPr>
        <w:t>, E. (2013):</w:t>
      </w:r>
      <w:r w:rsidRPr="00F67EF6">
        <w:rPr>
          <w:rStyle w:val="apple-converted-space"/>
          <w:color w:val="000000"/>
          <w:shd w:val="clear" w:color="auto" w:fill="FFFFFF"/>
        </w:rPr>
        <w:t> </w:t>
      </w:r>
      <w:r w:rsidRPr="00F67EF6">
        <w:rPr>
          <w:b/>
          <w:bCs/>
          <w:color w:val="000000"/>
          <w:shd w:val="clear" w:color="auto" w:fill="FFFFFF"/>
        </w:rPr>
        <w:t>Employee Education and Prevention of Work-Related Stress</w:t>
      </w:r>
      <w:r w:rsidRPr="00F67EF6">
        <w:rPr>
          <w:color w:val="000000"/>
          <w:shd w:val="clear" w:color="auto" w:fill="FFFFFF"/>
        </w:rPr>
        <w:t>, in; Miomir Despoto</w:t>
      </w:r>
      <w:r>
        <w:rPr>
          <w:color w:val="000000"/>
          <w:shd w:val="clear" w:color="auto" w:fill="FFFFFF"/>
        </w:rPr>
        <w:t xml:space="preserve">vić, Emina Hebib, Németh Balázs </w:t>
      </w:r>
      <w:r w:rsidRPr="00F67EF6">
        <w:rPr>
          <w:color w:val="000000"/>
          <w:shd w:val="clear" w:color="auto" w:fill="FFFFFF"/>
        </w:rPr>
        <w:t>(ed</w:t>
      </w:r>
      <w:r>
        <w:rPr>
          <w:color w:val="000000"/>
          <w:shd w:val="clear" w:color="auto" w:fill="FFFFFF"/>
          <w:lang w:val="en-GB"/>
        </w:rPr>
        <w:t>s</w:t>
      </w:r>
      <w:r w:rsidRPr="00F67EF6">
        <w:rPr>
          <w:color w:val="000000"/>
          <w:shd w:val="clear" w:color="auto" w:fill="FFFFFF"/>
        </w:rPr>
        <w:t>), </w:t>
      </w:r>
      <w:r w:rsidRPr="00F67EF6">
        <w:rPr>
          <w:i/>
          <w:iCs/>
          <w:color w:val="000000"/>
          <w:shd w:val="clear" w:color="auto" w:fill="FFFFFF"/>
        </w:rPr>
        <w:t>Contemporary Issues of Education Quality</w:t>
      </w:r>
      <w:r w:rsidRPr="00F67EF6">
        <w:rPr>
          <w:color w:val="000000"/>
          <w:shd w:val="clear" w:color="auto" w:fill="FFFFFF"/>
        </w:rPr>
        <w:t> (pp. 249-262). Belgrade: University of Belgrade Faculty of Philosophy, Institute for Pedagogy and Andragogy; Pécs: University of Pécs, Faculty of Adult Education and HRD</w:t>
      </w:r>
    </w:p>
    <w:p w:rsidR="00A42D50" w:rsidRDefault="00A42D50" w:rsidP="00BF6B32">
      <w:pPr>
        <w:spacing w:line="276" w:lineRule="auto"/>
        <w:jc w:val="both"/>
      </w:pPr>
      <w:r w:rsidRPr="00F67EF6">
        <w:t>У овом теоријском истраживањау аутор</w:t>
      </w:r>
      <w:r>
        <w:t>ка</w:t>
      </w:r>
      <w:r w:rsidRPr="00F67EF6">
        <w:t xml:space="preserve"> указује на важност превенције стреса код запослених</w:t>
      </w:r>
      <w:r>
        <w:t>, који се јавља као једна од највећих</w:t>
      </w:r>
      <w:r w:rsidRPr="00F67EF6">
        <w:t xml:space="preserve"> пре</w:t>
      </w:r>
      <w:r>
        <w:t>прека</w:t>
      </w:r>
      <w:r w:rsidRPr="00F67EF6">
        <w:t xml:space="preserve"> за неометано обављање радних задатака. </w:t>
      </w:r>
      <w:r>
        <w:t>Поред тога</w:t>
      </w:r>
      <w:r w:rsidRPr="00F67EF6">
        <w:t>, истиче улогу и одговорност руководилаца за појав</w:t>
      </w:r>
      <w:r>
        <w:t>у стреса код запослених, указујући</w:t>
      </w:r>
      <w:r w:rsidRPr="00F67EF6">
        <w:t xml:space="preserve"> на важност њиховог схватања приоритета, </w:t>
      </w:r>
      <w:r>
        <w:t xml:space="preserve">истовремено трагајући за </w:t>
      </w:r>
      <w:r w:rsidRPr="00F67EF6">
        <w:t>место</w:t>
      </w:r>
      <w:r>
        <w:t xml:space="preserve">м образовања у том контексту. Ауторка полази од увида да руководиоци, као </w:t>
      </w:r>
      <w:r w:rsidRPr="00F67EF6">
        <w:t xml:space="preserve">особе које планирају, организују рад организације, </w:t>
      </w:r>
      <w:r>
        <w:t xml:space="preserve">на тај начин </w:t>
      </w:r>
      <w:r w:rsidRPr="00F67EF6">
        <w:t>креирају њ</w:t>
      </w:r>
      <w:r>
        <w:t>ену културу и</w:t>
      </w:r>
      <w:r w:rsidRPr="00F67EF6">
        <w:t xml:space="preserve"> доприносе стварању одређене климе и атмосфере на радном месту. </w:t>
      </w:r>
      <w:r>
        <w:t>Такође,</w:t>
      </w:r>
      <w:r w:rsidRPr="00F67EF6">
        <w:t xml:space="preserve"> ставља</w:t>
      </w:r>
      <w:r>
        <w:t xml:space="preserve"> се</w:t>
      </w:r>
      <w:r w:rsidRPr="00F67EF6">
        <w:t xml:space="preserve"> акценат на неке од бројних узрока и симптома стреса </w:t>
      </w:r>
      <w:r>
        <w:t xml:space="preserve">код </w:t>
      </w:r>
      <w:r w:rsidRPr="00F67EF6">
        <w:t>запослених</w:t>
      </w:r>
      <w:r>
        <w:t>, али и</w:t>
      </w:r>
      <w:r w:rsidRPr="00F67EF6">
        <w:t xml:space="preserve"> </w:t>
      </w:r>
      <w:r>
        <w:t xml:space="preserve">на </w:t>
      </w:r>
      <w:r w:rsidRPr="00F67EF6">
        <w:t>последиц</w:t>
      </w:r>
      <w:r>
        <w:t>е</w:t>
      </w:r>
      <w:r w:rsidRPr="00F67EF6">
        <w:t xml:space="preserve"> које овај феномен оставља по запосленог и организацију у којој ради. Коначно, </w:t>
      </w:r>
      <w:r>
        <w:t xml:space="preserve">ауторка предлаже одређене образовне </w:t>
      </w:r>
      <w:r w:rsidRPr="00F67EF6">
        <w:t>мере превенције стреса на послу.</w:t>
      </w:r>
    </w:p>
    <w:p w:rsidR="00A42D50" w:rsidRPr="00F67EF6" w:rsidRDefault="00A42D50" w:rsidP="00BF6B32">
      <w:pPr>
        <w:spacing w:line="276" w:lineRule="auto"/>
        <w:jc w:val="both"/>
      </w:pPr>
    </w:p>
    <w:p w:rsidR="00A42D50" w:rsidRPr="00F67EF6" w:rsidRDefault="00A42D50" w:rsidP="00BF6B32">
      <w:pPr>
        <w:pStyle w:val="ListParagraph"/>
        <w:numPr>
          <w:ilvl w:val="0"/>
          <w:numId w:val="1"/>
        </w:numPr>
        <w:suppressAutoHyphens/>
        <w:autoSpaceDN w:val="0"/>
        <w:spacing w:after="240" w:line="276" w:lineRule="auto"/>
        <w:jc w:val="both"/>
        <w:textAlignment w:val="baseline"/>
      </w:pPr>
      <w:r>
        <w:t>Пејатовић, A., Пекеч, K, Кецап</w:t>
      </w:r>
      <w:r w:rsidRPr="00F67EF6">
        <w:t>, E.</w:t>
      </w:r>
      <w:r w:rsidRPr="00F67EF6">
        <w:rPr>
          <w:lang w:val="ru-RU"/>
        </w:rPr>
        <w:t xml:space="preserve"> (2012).</w:t>
      </w:r>
      <w:r w:rsidRPr="00F67EF6">
        <w:t xml:space="preserve"> </w:t>
      </w:r>
      <w:r w:rsidRPr="00F67EF6">
        <w:rPr>
          <w:b/>
          <w:bCs/>
        </w:rPr>
        <w:t>Intergenerational Learning – Between difficulties and benefits</w:t>
      </w:r>
      <w:r w:rsidRPr="00F67EF6">
        <w:t xml:space="preserve">, in: Jelenc Krašovec S., Radovan, M. (ed.) "Intergenerational Solidarity and Older Adults Education in Community", The Third Conference of the ESREA Network on Education and Learning of Older Adults, Conference papers, 19-21 September 2012, Ljubljana: Znanstvena založba Filozofske fakultete Univerze v Ljubljani, p. 204-215, (URL): </w:t>
      </w:r>
      <w:hyperlink r:id="rId5" w:history="1">
        <w:r w:rsidRPr="00F67EF6">
          <w:rPr>
            <w:rStyle w:val="Hyperlink"/>
          </w:rPr>
          <w:t>http://eloa2012.pedagogika-andragogika.com\\</w:t>
        </w:r>
      </w:hyperlink>
      <w:r w:rsidRPr="00F67EF6">
        <w:t>, ISBN: 978-961-237-524-9) (pdf)</w:t>
      </w:r>
    </w:p>
    <w:p w:rsidR="00A42D50" w:rsidRDefault="00A42D50" w:rsidP="00BF6B32">
      <w:pPr>
        <w:pStyle w:val="ListParagraph"/>
        <w:spacing w:after="240" w:line="276" w:lineRule="auto"/>
        <w:ind w:left="0"/>
        <w:jc w:val="both"/>
      </w:pPr>
      <w:r>
        <w:t>Кроз емприријско истраживање,</w:t>
      </w:r>
      <w:r w:rsidRPr="00FD5D58">
        <w:t xml:space="preserve"> </w:t>
      </w:r>
      <w:r w:rsidRPr="00F67EF6">
        <w:t>у укупно 52 организације и институције широм Србије</w:t>
      </w:r>
      <w:r>
        <w:t xml:space="preserve">, које се баве образовањем одраслих, испитиван </w:t>
      </w:r>
      <w:r w:rsidRPr="00F67EF6">
        <w:t>је сет карактеристика међугенерацијског учења у организованим образовним активностима одраслих</w:t>
      </w:r>
      <w:r>
        <w:t xml:space="preserve">. </w:t>
      </w:r>
      <w:r w:rsidRPr="00F67EF6">
        <w:t>Добијени подаци</w:t>
      </w:r>
      <w:r>
        <w:t xml:space="preserve"> </w:t>
      </w:r>
      <w:r w:rsidRPr="00F67EF6">
        <w:t>су потврдили хипотезу да се међугенерацијско учење дешава насумично и спорадично.</w:t>
      </w:r>
      <w:r w:rsidRPr="00FD5D58">
        <w:t xml:space="preserve"> </w:t>
      </w:r>
      <w:r>
        <w:t>Р</w:t>
      </w:r>
      <w:r w:rsidRPr="00F67EF6">
        <w:t>езултати</w:t>
      </w:r>
      <w:r>
        <w:t>,</w:t>
      </w:r>
      <w:r w:rsidRPr="00F67EF6">
        <w:t xml:space="preserve"> између осталог, показују да није редак случај да у неким образовним групама постоји изузетно велики међугенерацијски јаз међу п</w:t>
      </w:r>
      <w:r>
        <w:t>олазницима, а то доводи до бројних</w:t>
      </w:r>
      <w:r w:rsidRPr="00F67EF6">
        <w:t xml:space="preserve"> разноликости међу учесницима</w:t>
      </w:r>
      <w:r>
        <w:t xml:space="preserve"> које су</w:t>
      </w:r>
      <w:r w:rsidRPr="00F67EF6">
        <w:t xml:space="preserve"> изражене на различите начине, што је </w:t>
      </w:r>
      <w:r>
        <w:t>и узрок тешкоћа</w:t>
      </w:r>
      <w:r w:rsidRPr="00F67EF6">
        <w:t xml:space="preserve"> у раду, али и извор бројних добробити за учеснике, наставнике, развој одређеног програма и различи</w:t>
      </w:r>
      <w:r>
        <w:t>те аспекте рада установе. Поред тога, р</w:t>
      </w:r>
      <w:r w:rsidRPr="00F67EF6">
        <w:t>езултати показују и да различит генерацијски распон нема очекивани већи утицај на планирање, програмирање и имплем</w:t>
      </w:r>
      <w:r>
        <w:t>ентацију образовне активности. Кроз добијене податке и резултате истраживања се долази до закључка да п</w:t>
      </w:r>
      <w:r w:rsidRPr="00F67EF6">
        <w:t>олазну тачку за побољшање му</w:t>
      </w:r>
      <w:r>
        <w:t xml:space="preserve">лтигенерацијског процеса учења </w:t>
      </w:r>
      <w:r w:rsidRPr="00F67EF6">
        <w:t>треба тражити</w:t>
      </w:r>
      <w:r>
        <w:t>,</w:t>
      </w:r>
      <w:r w:rsidRPr="009B54B8">
        <w:t xml:space="preserve"> </w:t>
      </w:r>
      <w:r w:rsidRPr="00F67EF6">
        <w:t>пре свега, у тешкоћама и погодности</w:t>
      </w:r>
      <w:r>
        <w:t>ма које оно подразумева, будући да оне указују</w:t>
      </w:r>
      <w:r w:rsidRPr="00F67EF6">
        <w:t xml:space="preserve"> на потребе које треба узети у обзир при изради и реализациј</w:t>
      </w:r>
      <w:r>
        <w:t>и образовних активности које су намењене</w:t>
      </w:r>
      <w:r w:rsidRPr="00F67EF6">
        <w:t xml:space="preserve"> припадницима </w:t>
      </w:r>
      <w:r>
        <w:t>различитих</w:t>
      </w:r>
      <w:r w:rsidRPr="00F67EF6">
        <w:t xml:space="preserve"> генерација</w:t>
      </w:r>
      <w:r>
        <w:t>.</w:t>
      </w:r>
    </w:p>
    <w:p w:rsidR="00A42D50" w:rsidRDefault="00A42D50" w:rsidP="00BF6B32">
      <w:pPr>
        <w:pStyle w:val="ListParagraph"/>
        <w:spacing w:after="240" w:line="276" w:lineRule="auto"/>
        <w:ind w:left="0"/>
        <w:jc w:val="both"/>
      </w:pPr>
    </w:p>
    <w:p w:rsidR="00A42D50" w:rsidRPr="00CD3B53" w:rsidRDefault="00A42D50" w:rsidP="00BF6B32">
      <w:pPr>
        <w:jc w:val="both"/>
        <w:rPr>
          <w:i/>
          <w:iCs/>
          <w:lang w:val="sr-Cyrl-CS"/>
        </w:rPr>
      </w:pPr>
      <w:r w:rsidRPr="00CD3B53">
        <w:rPr>
          <w:i/>
          <w:iCs/>
          <w:lang w:val="sr-Cyrl-CS"/>
        </w:rPr>
        <w:t>Квантитативни показатељи научне компетентности</w:t>
      </w:r>
      <w:r>
        <w:rPr>
          <w:i/>
          <w:iCs/>
          <w:lang w:val="sr-Cyrl-CS"/>
        </w:rPr>
        <w:t xml:space="preserve"> кандидаткиње</w:t>
      </w:r>
    </w:p>
    <w:p w:rsidR="00A42D50" w:rsidRDefault="00A42D50" w:rsidP="00BF6B32">
      <w:pPr>
        <w:pStyle w:val="ListParagraph"/>
        <w:spacing w:after="240" w:line="276" w:lineRule="auto"/>
        <w:ind w:left="0"/>
        <w:jc w:val="both"/>
      </w:pPr>
    </w:p>
    <w:p w:rsidR="00A42D50" w:rsidRDefault="00A42D50" w:rsidP="00BF6B32">
      <w:pPr>
        <w:pStyle w:val="ListParagraph"/>
        <w:spacing w:after="240" w:line="276" w:lineRule="auto"/>
        <w:ind w:left="0"/>
        <w:jc w:val="both"/>
        <w:rPr>
          <w:lang w:val="ru-RU"/>
        </w:rPr>
      </w:pPr>
      <w:r>
        <w:rPr>
          <w:lang w:val="ru-RU"/>
        </w:rPr>
        <w:t xml:space="preserve">Објављене радове Едисе Кецап приказаћемо табеларно, а у складу са </w:t>
      </w:r>
      <w:r w:rsidRPr="00B814AE">
        <w:rPr>
          <w:i/>
          <w:iCs/>
          <w:lang w:val="ru-RU"/>
        </w:rPr>
        <w:t>Правилником о поступку, начину вредновања и квантитативном исказивању научноистраживачких резултата истраживања</w:t>
      </w:r>
      <w:r>
        <w:rPr>
          <w:lang w:val="ru-RU"/>
        </w:rPr>
        <w:t>, за област друштвених наука.</w:t>
      </w:r>
    </w:p>
    <w:p w:rsidR="00A42D50" w:rsidRDefault="00A42D50" w:rsidP="00BF6B32">
      <w:pPr>
        <w:pStyle w:val="ListParagraph"/>
        <w:spacing w:after="240" w:line="276" w:lineRule="auto"/>
        <w:ind w:left="0"/>
        <w:jc w:val="both"/>
        <w:rPr>
          <w:lang w:val="ru-RU"/>
        </w:rPr>
      </w:pPr>
    </w:p>
    <w:p w:rsidR="00A42D50" w:rsidRDefault="00A42D50" w:rsidP="00BF6B32">
      <w:pPr>
        <w:pStyle w:val="ListParagraph"/>
        <w:spacing w:after="240" w:line="276" w:lineRule="auto"/>
        <w:ind w:left="0"/>
        <w:jc w:val="both"/>
        <w:rPr>
          <w:lang w:val="ru-RU"/>
        </w:rPr>
      </w:pPr>
    </w:p>
    <w:p w:rsidR="00A42D50" w:rsidRPr="00E33951" w:rsidRDefault="00A42D50" w:rsidP="00BF6B32">
      <w:pPr>
        <w:pStyle w:val="ListParagraph"/>
        <w:spacing w:after="240" w:line="276" w:lineRule="auto"/>
        <w:ind w:left="0"/>
        <w:jc w:val="both"/>
      </w:pPr>
      <w:r>
        <w:t>Табела број 1: Квантитативни показатељи научне компетентности Едисе Кецап</w:t>
      </w:r>
    </w:p>
    <w:tbl>
      <w:tblPr>
        <w:tblW w:w="0" w:type="auto"/>
        <w:tblInd w:w="-10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A0"/>
      </w:tblPr>
      <w:tblGrid>
        <w:gridCol w:w="5868"/>
        <w:gridCol w:w="1440"/>
        <w:gridCol w:w="1548"/>
      </w:tblGrid>
      <w:tr w:rsidR="00A42D50" w:rsidRPr="00A66658">
        <w:tc>
          <w:tcPr>
            <w:tcW w:w="5868" w:type="dxa"/>
            <w:tcBorders>
              <w:top w:val="single" w:sz="18" w:space="0" w:color="auto"/>
              <w:bottom w:val="single" w:sz="18" w:space="0" w:color="auto"/>
            </w:tcBorders>
            <w:shd w:val="clear" w:color="auto" w:fill="CCCCCC"/>
          </w:tcPr>
          <w:p w:rsidR="00A42D50" w:rsidRPr="002A7140" w:rsidRDefault="00A42D50" w:rsidP="002A7140">
            <w:pPr>
              <w:pStyle w:val="ListParagraph"/>
              <w:ind w:left="0"/>
              <w:jc w:val="center"/>
              <w:rPr>
                <w:b/>
                <w:bCs/>
                <w:lang w:val="sr-Cyrl-CS"/>
              </w:rPr>
            </w:pPr>
            <w:r w:rsidRPr="002A7140">
              <w:rPr>
                <w:b/>
                <w:bCs/>
                <w:lang w:val="sr-Cyrl-CS"/>
              </w:rPr>
              <w:t>Назив рада</w:t>
            </w:r>
          </w:p>
        </w:tc>
        <w:tc>
          <w:tcPr>
            <w:tcW w:w="1440" w:type="dxa"/>
            <w:tcBorders>
              <w:top w:val="single" w:sz="18" w:space="0" w:color="auto"/>
              <w:bottom w:val="single" w:sz="18" w:space="0" w:color="auto"/>
            </w:tcBorders>
            <w:shd w:val="clear" w:color="auto" w:fill="CCCCCC"/>
          </w:tcPr>
          <w:p w:rsidR="00A42D50" w:rsidRPr="002A7140" w:rsidRDefault="00A42D50" w:rsidP="002A7140">
            <w:pPr>
              <w:pStyle w:val="ListParagraph"/>
              <w:ind w:left="0"/>
              <w:jc w:val="center"/>
              <w:rPr>
                <w:b/>
                <w:bCs/>
                <w:lang w:val="sr-Cyrl-CS"/>
              </w:rPr>
            </w:pPr>
            <w:r w:rsidRPr="002A7140">
              <w:rPr>
                <w:b/>
                <w:bCs/>
                <w:lang w:val="sr-Cyrl-CS"/>
              </w:rPr>
              <w:t>Категорија</w:t>
            </w:r>
          </w:p>
        </w:tc>
        <w:tc>
          <w:tcPr>
            <w:tcW w:w="1548" w:type="dxa"/>
            <w:tcBorders>
              <w:top w:val="single" w:sz="18" w:space="0" w:color="auto"/>
              <w:bottom w:val="single" w:sz="18" w:space="0" w:color="auto"/>
            </w:tcBorders>
            <w:shd w:val="clear" w:color="auto" w:fill="CCCCCC"/>
          </w:tcPr>
          <w:p w:rsidR="00A42D50" w:rsidRPr="002A7140" w:rsidRDefault="00A42D50" w:rsidP="002A7140">
            <w:pPr>
              <w:pStyle w:val="ListParagraph"/>
              <w:ind w:left="0"/>
              <w:jc w:val="center"/>
              <w:rPr>
                <w:b/>
                <w:bCs/>
                <w:lang w:val="sr-Cyrl-CS"/>
              </w:rPr>
            </w:pPr>
            <w:r w:rsidRPr="002A7140">
              <w:rPr>
                <w:b/>
                <w:bCs/>
                <w:lang w:val="sr-Cyrl-CS"/>
              </w:rPr>
              <w:t>Број бодова</w:t>
            </w:r>
          </w:p>
        </w:tc>
      </w:tr>
      <w:tr w:rsidR="00A42D50">
        <w:tc>
          <w:tcPr>
            <w:tcW w:w="5868" w:type="dxa"/>
            <w:tcBorders>
              <w:top w:val="single" w:sz="18" w:space="0" w:color="auto"/>
            </w:tcBorders>
          </w:tcPr>
          <w:p w:rsidR="00A42D50" w:rsidRPr="002A7140" w:rsidRDefault="00A42D50" w:rsidP="002A7140">
            <w:pPr>
              <w:pStyle w:val="ListParagraph"/>
              <w:suppressAutoHyphens/>
              <w:autoSpaceDN w:val="0"/>
              <w:ind w:left="0"/>
              <w:jc w:val="both"/>
              <w:textAlignment w:val="baseline"/>
              <w:rPr>
                <w:sz w:val="20"/>
                <w:szCs w:val="20"/>
                <w:lang w:val="ru-RU"/>
              </w:rPr>
            </w:pPr>
            <w:r w:rsidRPr="002A7140">
              <w:rPr>
                <w:sz w:val="20"/>
                <w:szCs w:val="20"/>
              </w:rPr>
              <w:t xml:space="preserve">Кецап, Е. (2012). </w:t>
            </w:r>
            <w:r w:rsidRPr="002A7140">
              <w:rPr>
                <w:b/>
                <w:bCs/>
                <w:sz w:val="20"/>
                <w:szCs w:val="20"/>
              </w:rPr>
              <w:t>Основни квалитети обука за ублажавање ефеката изгарања на послу,</w:t>
            </w:r>
            <w:r w:rsidRPr="002A7140">
              <w:rPr>
                <w:sz w:val="20"/>
                <w:szCs w:val="20"/>
              </w:rPr>
              <w:t xml:space="preserve"> у: Алибабић, Ш., Медић, С. и Бодрошки-Спариосу, Б. (ур.). Квалитет у образовању – Изазови и перспективе (81-97). Београд: </w:t>
            </w:r>
            <w:r w:rsidRPr="002A7140">
              <w:rPr>
                <w:sz w:val="20"/>
                <w:szCs w:val="20"/>
                <w:lang w:val="ru-RU"/>
              </w:rPr>
              <w:t>Институт за педагогију и андрагогију (</w:t>
            </w:r>
            <w:r w:rsidRPr="002A7140">
              <w:rPr>
                <w:sz w:val="20"/>
                <w:szCs w:val="20"/>
              </w:rPr>
              <w:t xml:space="preserve">ISBN 978-86-82019-69-5); </w:t>
            </w:r>
            <w:r w:rsidRPr="002A7140">
              <w:rPr>
                <w:sz w:val="20"/>
                <w:szCs w:val="20"/>
                <w:lang w:val="ru-RU"/>
              </w:rPr>
              <w:t>(</w:t>
            </w:r>
            <w:r w:rsidRPr="002A7140">
              <w:rPr>
                <w:sz w:val="20"/>
                <w:szCs w:val="20"/>
              </w:rPr>
              <w:t>COBISS.SR-ID</w:t>
            </w:r>
            <w:r w:rsidRPr="002A7140">
              <w:rPr>
                <w:sz w:val="20"/>
                <w:szCs w:val="20"/>
                <w:lang w:val="ru-RU"/>
              </w:rPr>
              <w:t>: 195813644);</w:t>
            </w:r>
          </w:p>
        </w:tc>
        <w:tc>
          <w:tcPr>
            <w:tcW w:w="1440" w:type="dxa"/>
            <w:tcBorders>
              <w:top w:val="single" w:sz="18" w:space="0" w:color="auto"/>
            </w:tcBorders>
          </w:tcPr>
          <w:p w:rsidR="00A42D50" w:rsidRPr="002A7140" w:rsidRDefault="00A42D50" w:rsidP="002A7140">
            <w:pPr>
              <w:pStyle w:val="ListParagraph"/>
              <w:ind w:left="0"/>
              <w:jc w:val="center"/>
              <w:rPr>
                <w:lang w:val="sr-Cyrl-CS"/>
              </w:rPr>
            </w:pPr>
            <w:r w:rsidRPr="002A7140">
              <w:rPr>
                <w:lang w:val="sr-Cyrl-CS"/>
              </w:rPr>
              <w:t>М44</w:t>
            </w:r>
          </w:p>
        </w:tc>
        <w:tc>
          <w:tcPr>
            <w:tcW w:w="1548" w:type="dxa"/>
            <w:tcBorders>
              <w:top w:val="single" w:sz="18" w:space="0" w:color="auto"/>
            </w:tcBorders>
          </w:tcPr>
          <w:p w:rsidR="00A42D50" w:rsidRPr="002A7140" w:rsidRDefault="00A42D50" w:rsidP="002A7140">
            <w:pPr>
              <w:pStyle w:val="ListParagraph"/>
              <w:ind w:left="0"/>
              <w:jc w:val="center"/>
              <w:rPr>
                <w:lang w:val="sr-Cyrl-CS"/>
              </w:rPr>
            </w:pPr>
            <w:r w:rsidRPr="002A7140">
              <w:rPr>
                <w:lang w:val="sr-Cyrl-CS"/>
              </w:rPr>
              <w:t>3</w:t>
            </w:r>
          </w:p>
        </w:tc>
      </w:tr>
      <w:tr w:rsidR="00A42D50">
        <w:tc>
          <w:tcPr>
            <w:tcW w:w="5868" w:type="dxa"/>
          </w:tcPr>
          <w:p w:rsidR="00A42D50" w:rsidRPr="002A7140" w:rsidRDefault="00A42D50" w:rsidP="002A7140">
            <w:pPr>
              <w:pStyle w:val="ListParagraph"/>
              <w:suppressAutoHyphens/>
              <w:autoSpaceDN w:val="0"/>
              <w:ind w:left="0"/>
              <w:jc w:val="both"/>
              <w:textAlignment w:val="baseline"/>
              <w:rPr>
                <w:sz w:val="20"/>
                <w:szCs w:val="20"/>
                <w:lang w:val="sr-Cyrl-CS"/>
              </w:rPr>
            </w:pPr>
            <w:r w:rsidRPr="002A7140">
              <w:rPr>
                <w:sz w:val="20"/>
                <w:szCs w:val="20"/>
              </w:rPr>
              <w:t>Pejatović, A., Pekeč, K, Kecap, E.</w:t>
            </w:r>
            <w:r w:rsidRPr="002A7140">
              <w:rPr>
                <w:sz w:val="20"/>
                <w:szCs w:val="20"/>
                <w:lang w:val="sr-Cyrl-CS"/>
              </w:rPr>
              <w:t xml:space="preserve"> (2012).</w:t>
            </w:r>
            <w:r w:rsidRPr="002A7140">
              <w:rPr>
                <w:sz w:val="20"/>
                <w:szCs w:val="20"/>
              </w:rPr>
              <w:t xml:space="preserve"> </w:t>
            </w:r>
            <w:r w:rsidRPr="002A7140">
              <w:rPr>
                <w:b/>
                <w:bCs/>
                <w:sz w:val="20"/>
                <w:szCs w:val="20"/>
              </w:rPr>
              <w:t>Intergenerational Learning – Between difficulties and benefits</w:t>
            </w:r>
            <w:r w:rsidRPr="002A7140">
              <w:rPr>
                <w:sz w:val="20"/>
                <w:szCs w:val="20"/>
              </w:rPr>
              <w:t xml:space="preserve">, in: Jelenc Krašovec S., Radovan, M. (ed.) "Intergenerational Solidarity and Older Adults Education in Community", The Third Conference of the ESREA Network on Education and Learning of Older Adults, Conference papers, 19-21 September 2012, Ljubljana: Znanstvena založba Filozofske fakultete Univerze v Ljubljani, p. 204-215, (URL): </w:t>
            </w:r>
            <w:hyperlink r:id="rId6" w:history="1">
              <w:r w:rsidRPr="002A7140">
                <w:rPr>
                  <w:rStyle w:val="Hyperlink"/>
                  <w:sz w:val="20"/>
                  <w:szCs w:val="20"/>
                </w:rPr>
                <w:t>http://eloa2012.pedagogika-andragogika.com\\</w:t>
              </w:r>
            </w:hyperlink>
            <w:r w:rsidRPr="002A7140">
              <w:rPr>
                <w:sz w:val="20"/>
                <w:szCs w:val="20"/>
              </w:rPr>
              <w:t>, ISBN: 978-961-237-524-9) (pdf)</w:t>
            </w:r>
          </w:p>
        </w:tc>
        <w:tc>
          <w:tcPr>
            <w:tcW w:w="1440" w:type="dxa"/>
          </w:tcPr>
          <w:p w:rsidR="00A42D50" w:rsidRPr="002A7140" w:rsidRDefault="00A42D50" w:rsidP="002A7140">
            <w:pPr>
              <w:pStyle w:val="ListParagraph"/>
              <w:ind w:left="0"/>
              <w:jc w:val="center"/>
              <w:rPr>
                <w:lang w:val="sr-Cyrl-CS"/>
              </w:rPr>
            </w:pPr>
            <w:r w:rsidRPr="002A7140">
              <w:rPr>
                <w:lang w:val="sr-Cyrl-CS"/>
              </w:rPr>
              <w:t>М33</w:t>
            </w:r>
          </w:p>
        </w:tc>
        <w:tc>
          <w:tcPr>
            <w:tcW w:w="1548" w:type="dxa"/>
          </w:tcPr>
          <w:p w:rsidR="00A42D50" w:rsidRPr="002A7140" w:rsidRDefault="00A42D50" w:rsidP="002A7140">
            <w:pPr>
              <w:pStyle w:val="ListParagraph"/>
              <w:ind w:left="0"/>
              <w:jc w:val="center"/>
              <w:rPr>
                <w:lang w:val="sr-Cyrl-CS"/>
              </w:rPr>
            </w:pPr>
            <w:r w:rsidRPr="002A7140">
              <w:rPr>
                <w:lang w:val="sr-Cyrl-CS"/>
              </w:rPr>
              <w:t>1</w:t>
            </w:r>
          </w:p>
        </w:tc>
      </w:tr>
      <w:tr w:rsidR="00A42D50">
        <w:tc>
          <w:tcPr>
            <w:tcW w:w="5868" w:type="dxa"/>
          </w:tcPr>
          <w:p w:rsidR="00A42D50" w:rsidRPr="002A7140" w:rsidRDefault="00A42D50" w:rsidP="002A7140">
            <w:pPr>
              <w:pStyle w:val="ListParagraph"/>
              <w:suppressAutoHyphens/>
              <w:autoSpaceDN w:val="0"/>
              <w:ind w:left="0"/>
              <w:jc w:val="both"/>
              <w:textAlignment w:val="baseline"/>
              <w:rPr>
                <w:sz w:val="20"/>
                <w:szCs w:val="20"/>
              </w:rPr>
            </w:pPr>
            <w:r w:rsidRPr="002A7140">
              <w:rPr>
                <w:sz w:val="20"/>
                <w:szCs w:val="20"/>
              </w:rPr>
              <w:t xml:space="preserve">Пејатовић, А., Пекеч, К., Кецап, Е. (2012). </w:t>
            </w:r>
            <w:r w:rsidRPr="002A7140">
              <w:rPr>
                <w:b/>
                <w:bCs/>
                <w:sz w:val="20"/>
                <w:szCs w:val="20"/>
              </w:rPr>
              <w:t>Комуникација између младих и старих у организованим образовним активностима</w:t>
            </w:r>
            <w:r w:rsidRPr="002A7140">
              <w:rPr>
                <w:sz w:val="20"/>
                <w:szCs w:val="20"/>
              </w:rPr>
              <w:t xml:space="preserve"> (Communication Between The Young and The Elderly in Organised Educational Activities), у: „Однос младих према старима и старењу“ ("Youth's Perceptions of Elderly and Aging"), Књига резимеа, Београд: Институт за педагошка истраживања, Геронтолошко друштво Србије, стр. 30, 69 (ISBN: 978-86-7447-108-1); (COBISS.SR-ID: 195613964)</w:t>
            </w:r>
          </w:p>
        </w:tc>
        <w:tc>
          <w:tcPr>
            <w:tcW w:w="1440" w:type="dxa"/>
          </w:tcPr>
          <w:p w:rsidR="00A42D50" w:rsidRPr="002A7140" w:rsidRDefault="00A42D50" w:rsidP="002A7140">
            <w:pPr>
              <w:pStyle w:val="ListParagraph"/>
              <w:ind w:left="0"/>
              <w:jc w:val="center"/>
              <w:rPr>
                <w:lang w:val="sr-Cyrl-CS"/>
              </w:rPr>
            </w:pPr>
            <w:r w:rsidRPr="002A7140">
              <w:rPr>
                <w:lang w:val="sr-Cyrl-CS"/>
              </w:rPr>
              <w:t>М64</w:t>
            </w:r>
          </w:p>
        </w:tc>
        <w:tc>
          <w:tcPr>
            <w:tcW w:w="1548" w:type="dxa"/>
          </w:tcPr>
          <w:p w:rsidR="00A42D50" w:rsidRPr="002A7140" w:rsidRDefault="00A42D50" w:rsidP="002A7140">
            <w:pPr>
              <w:pStyle w:val="ListParagraph"/>
              <w:ind w:left="0"/>
              <w:jc w:val="center"/>
              <w:rPr>
                <w:lang w:val="sr-Cyrl-CS"/>
              </w:rPr>
            </w:pPr>
            <w:r w:rsidRPr="002A7140">
              <w:rPr>
                <w:lang w:val="sr-Cyrl-CS"/>
              </w:rPr>
              <w:t>0.2</w:t>
            </w:r>
          </w:p>
        </w:tc>
      </w:tr>
      <w:tr w:rsidR="00A42D50">
        <w:tc>
          <w:tcPr>
            <w:tcW w:w="5868" w:type="dxa"/>
          </w:tcPr>
          <w:p w:rsidR="00A42D50" w:rsidRPr="002A7140" w:rsidRDefault="00A42D50" w:rsidP="002A7140">
            <w:pPr>
              <w:pStyle w:val="ListParagraph"/>
              <w:suppressAutoHyphens/>
              <w:autoSpaceDN w:val="0"/>
              <w:ind w:left="0"/>
              <w:jc w:val="both"/>
              <w:textAlignment w:val="baseline"/>
              <w:rPr>
                <w:sz w:val="20"/>
                <w:szCs w:val="20"/>
                <w:lang w:val="ru-RU"/>
              </w:rPr>
            </w:pPr>
            <w:r w:rsidRPr="002A7140">
              <w:rPr>
                <w:sz w:val="20"/>
                <w:szCs w:val="20"/>
                <w:lang w:val="ru-RU"/>
              </w:rPr>
              <w:t xml:space="preserve">Êåöàï Åäèñà, Ìèõà¼ëîâèž Äóáðàâêà, (2012): </w:t>
            </w:r>
            <w:r w:rsidRPr="002A7140">
              <w:rPr>
                <w:b/>
                <w:bCs/>
                <w:sz w:val="20"/>
                <w:szCs w:val="20"/>
                <w:lang w:val="ru-RU"/>
              </w:rPr>
              <w:t>Íåêè åòè÷êè ïðîáëåìè îáðàçîâàœà îäðàñëèõ ó êîíòåêñòó óíàïðåèâàœà êâàëèòåòà îáðàçîâíîã ðàäà ñà îäðàñëèìà,</w:t>
            </w:r>
            <w:r w:rsidRPr="002A7140">
              <w:rPr>
                <w:sz w:val="20"/>
                <w:szCs w:val="20"/>
                <w:lang w:val="ru-RU"/>
              </w:rPr>
              <w:t xml:space="preserve"> ó: Íàòàøà Âó¼èñèž-Æèâêîâèž, Ìèëèöà Ìèòðîâèž, Êðèñòèíêà Îâåñíè (óð.), </w:t>
            </w:r>
            <w:r w:rsidRPr="002A7140">
              <w:rPr>
                <w:i/>
                <w:iCs/>
                <w:sz w:val="20"/>
                <w:szCs w:val="20"/>
                <w:lang w:val="ru-RU"/>
              </w:rPr>
              <w:t>Ïîñåáíà ïèòàœà êâàëèòåòà ó îáðàçîâàœó</w:t>
            </w:r>
            <w:r w:rsidRPr="002A7140">
              <w:rPr>
                <w:sz w:val="20"/>
                <w:szCs w:val="20"/>
                <w:lang w:val="ru-RU"/>
              </w:rPr>
              <w:t xml:space="preserve"> (ñòð. 99-116). Áåîãðàä, (Ñðáè¼à): Èíñòèòóò çà ïåäàãîãè¼ó è àíäðàãîãè¼ó </w:t>
            </w:r>
            <w:r w:rsidRPr="002A7140">
              <w:rPr>
                <w:sz w:val="20"/>
                <w:szCs w:val="20"/>
              </w:rPr>
              <w:t>ISBN</w:t>
            </w:r>
            <w:r w:rsidRPr="002A7140">
              <w:rPr>
                <w:sz w:val="20"/>
                <w:szCs w:val="20"/>
                <w:lang w:val="ru-RU"/>
              </w:rPr>
              <w:t xml:space="preserve"> 978-86-82019-67-1, </w:t>
            </w:r>
            <w:r w:rsidRPr="002A7140">
              <w:rPr>
                <w:sz w:val="20"/>
                <w:szCs w:val="20"/>
              </w:rPr>
              <w:t>COBISS</w:t>
            </w:r>
            <w:r w:rsidRPr="002A7140">
              <w:rPr>
                <w:sz w:val="20"/>
                <w:szCs w:val="20"/>
                <w:lang w:val="ru-RU"/>
              </w:rPr>
              <w:t>.</w:t>
            </w:r>
            <w:r w:rsidRPr="002A7140">
              <w:rPr>
                <w:sz w:val="20"/>
                <w:szCs w:val="20"/>
              </w:rPr>
              <w:t>SR</w:t>
            </w:r>
            <w:r w:rsidRPr="002A7140">
              <w:rPr>
                <w:sz w:val="20"/>
                <w:szCs w:val="20"/>
                <w:lang w:val="ru-RU"/>
              </w:rPr>
              <w:t>-</w:t>
            </w:r>
            <w:r w:rsidRPr="002A7140">
              <w:rPr>
                <w:sz w:val="20"/>
                <w:szCs w:val="20"/>
              </w:rPr>
              <w:t>ID</w:t>
            </w:r>
            <w:r w:rsidRPr="002A7140">
              <w:rPr>
                <w:sz w:val="20"/>
                <w:szCs w:val="20"/>
                <w:lang w:val="ru-RU"/>
              </w:rPr>
              <w:t xml:space="preserve"> 193802252</w:t>
            </w:r>
          </w:p>
        </w:tc>
        <w:tc>
          <w:tcPr>
            <w:tcW w:w="1440" w:type="dxa"/>
          </w:tcPr>
          <w:p w:rsidR="00A42D50" w:rsidRPr="002A7140" w:rsidRDefault="00A42D50" w:rsidP="002A7140">
            <w:pPr>
              <w:pStyle w:val="ListParagraph"/>
              <w:ind w:left="0"/>
              <w:jc w:val="center"/>
              <w:rPr>
                <w:lang w:val="ru-RU"/>
              </w:rPr>
            </w:pPr>
            <w:r w:rsidRPr="002A7140">
              <w:rPr>
                <w:lang w:val="ru-RU"/>
              </w:rPr>
              <w:t>М44</w:t>
            </w:r>
          </w:p>
        </w:tc>
        <w:tc>
          <w:tcPr>
            <w:tcW w:w="1548" w:type="dxa"/>
          </w:tcPr>
          <w:p w:rsidR="00A42D50" w:rsidRPr="002A7140" w:rsidRDefault="00A42D50" w:rsidP="002A7140">
            <w:pPr>
              <w:pStyle w:val="ListParagraph"/>
              <w:ind w:left="0"/>
              <w:jc w:val="center"/>
              <w:rPr>
                <w:lang w:val="sr-Cyrl-CS"/>
              </w:rPr>
            </w:pPr>
            <w:r w:rsidRPr="002A7140">
              <w:rPr>
                <w:lang w:val="sr-Cyrl-CS"/>
              </w:rPr>
              <w:t>3</w:t>
            </w:r>
          </w:p>
        </w:tc>
      </w:tr>
      <w:tr w:rsidR="00A42D50">
        <w:tc>
          <w:tcPr>
            <w:tcW w:w="5868" w:type="dxa"/>
          </w:tcPr>
          <w:p w:rsidR="00A42D50" w:rsidRPr="002A7140" w:rsidRDefault="00A42D50" w:rsidP="002A7140">
            <w:pPr>
              <w:pStyle w:val="ListParagraph"/>
              <w:suppressAutoHyphens/>
              <w:autoSpaceDN w:val="0"/>
              <w:ind w:left="0"/>
              <w:jc w:val="both"/>
              <w:textAlignment w:val="baseline"/>
              <w:rPr>
                <w:color w:val="000000"/>
                <w:sz w:val="20"/>
                <w:szCs w:val="20"/>
                <w:shd w:val="clear" w:color="auto" w:fill="FFFFFF"/>
                <w:lang w:val="sr-Cyrl-CS"/>
              </w:rPr>
            </w:pPr>
            <w:r w:rsidRPr="002A7140">
              <w:rPr>
                <w:color w:val="000000"/>
                <w:sz w:val="20"/>
                <w:szCs w:val="20"/>
                <w:shd w:val="clear" w:color="auto" w:fill="FFFFFF"/>
              </w:rPr>
              <w:t>Kecap, E. (2013):</w:t>
            </w:r>
            <w:r w:rsidRPr="002A7140">
              <w:rPr>
                <w:rStyle w:val="apple-converted-space"/>
                <w:color w:val="000000"/>
                <w:sz w:val="20"/>
                <w:szCs w:val="20"/>
                <w:shd w:val="clear" w:color="auto" w:fill="FFFFFF"/>
              </w:rPr>
              <w:t> </w:t>
            </w:r>
            <w:r w:rsidRPr="002A7140">
              <w:rPr>
                <w:b/>
                <w:bCs/>
                <w:color w:val="000000"/>
                <w:sz w:val="20"/>
                <w:szCs w:val="20"/>
                <w:shd w:val="clear" w:color="auto" w:fill="FFFFFF"/>
              </w:rPr>
              <w:t>Employee Education and Prevention of Work-Related Stress</w:t>
            </w:r>
            <w:r w:rsidRPr="002A7140">
              <w:rPr>
                <w:color w:val="000000"/>
                <w:sz w:val="20"/>
                <w:szCs w:val="20"/>
                <w:shd w:val="clear" w:color="auto" w:fill="FFFFFF"/>
              </w:rPr>
              <w:t>, in; Miomir Despotović, Emina Hebib, Németh Balázs (ed), </w:t>
            </w:r>
            <w:r w:rsidRPr="002A7140">
              <w:rPr>
                <w:i/>
                <w:iCs/>
                <w:color w:val="000000"/>
                <w:sz w:val="20"/>
                <w:szCs w:val="20"/>
                <w:shd w:val="clear" w:color="auto" w:fill="FFFFFF"/>
              </w:rPr>
              <w:t>Contemporary Issues of Education Quality</w:t>
            </w:r>
            <w:r w:rsidRPr="002A7140">
              <w:rPr>
                <w:color w:val="000000"/>
                <w:sz w:val="20"/>
                <w:szCs w:val="20"/>
                <w:shd w:val="clear" w:color="auto" w:fill="FFFFFF"/>
              </w:rPr>
              <w:t>  (pp. 249-262). Belgrade: University of Belgrade Faculty of Philosophy, Institute for Pedagogy and Andragogy; Pécs: University of Pécs, Faculty of Adult Education and HRD</w:t>
            </w:r>
          </w:p>
        </w:tc>
        <w:tc>
          <w:tcPr>
            <w:tcW w:w="1440" w:type="dxa"/>
          </w:tcPr>
          <w:p w:rsidR="00A42D50" w:rsidRPr="002A7140" w:rsidRDefault="00A42D50" w:rsidP="002A7140">
            <w:pPr>
              <w:pStyle w:val="ListParagraph"/>
              <w:ind w:left="0"/>
              <w:jc w:val="center"/>
              <w:rPr>
                <w:lang w:val="sr-Cyrl-CS"/>
              </w:rPr>
            </w:pPr>
            <w:r w:rsidRPr="002A7140">
              <w:rPr>
                <w:lang w:val="sr-Cyrl-CS"/>
              </w:rPr>
              <w:t>М14</w:t>
            </w:r>
          </w:p>
        </w:tc>
        <w:tc>
          <w:tcPr>
            <w:tcW w:w="1548" w:type="dxa"/>
          </w:tcPr>
          <w:p w:rsidR="00A42D50" w:rsidRPr="002A7140" w:rsidRDefault="00A42D50" w:rsidP="002A7140">
            <w:pPr>
              <w:pStyle w:val="ListParagraph"/>
              <w:ind w:left="0"/>
              <w:jc w:val="center"/>
              <w:rPr>
                <w:lang w:val="sr-Cyrl-CS"/>
              </w:rPr>
            </w:pPr>
            <w:r w:rsidRPr="002A7140">
              <w:rPr>
                <w:lang w:val="sr-Cyrl-CS"/>
              </w:rPr>
              <w:t>5</w:t>
            </w:r>
          </w:p>
        </w:tc>
      </w:tr>
      <w:tr w:rsidR="00A42D50">
        <w:tc>
          <w:tcPr>
            <w:tcW w:w="5868" w:type="dxa"/>
          </w:tcPr>
          <w:p w:rsidR="00A42D50" w:rsidRPr="002A7140" w:rsidRDefault="00A42D50" w:rsidP="002A7140">
            <w:pPr>
              <w:pStyle w:val="ListParagraph"/>
              <w:suppressAutoHyphens/>
              <w:autoSpaceDN w:val="0"/>
              <w:ind w:left="0"/>
              <w:jc w:val="both"/>
              <w:textAlignment w:val="baseline"/>
              <w:rPr>
                <w:sz w:val="20"/>
                <w:szCs w:val="20"/>
                <w:lang w:val="sr-Cyrl-CS"/>
              </w:rPr>
            </w:pPr>
            <w:r w:rsidRPr="002A7140">
              <w:rPr>
                <w:sz w:val="20"/>
                <w:szCs w:val="20"/>
              </w:rPr>
              <w:t xml:space="preserve">Pejatović, A, Kecap, E, Mihajlović D. </w:t>
            </w:r>
            <w:r w:rsidRPr="002A7140">
              <w:rPr>
                <w:sz w:val="20"/>
                <w:szCs w:val="20"/>
                <w:lang w:val="sr-Cyrl-CS"/>
              </w:rPr>
              <w:t>(2013)</w:t>
            </w:r>
            <w:r w:rsidRPr="002A7140">
              <w:rPr>
                <w:sz w:val="20"/>
                <w:szCs w:val="20"/>
              </w:rPr>
              <w:t>:</w:t>
            </w:r>
            <w:r w:rsidRPr="002A7140">
              <w:rPr>
                <w:sz w:val="20"/>
                <w:szCs w:val="20"/>
                <w:lang w:val="sr-Cyrl-CS"/>
              </w:rPr>
              <w:t xml:space="preserve"> </w:t>
            </w:r>
            <w:r w:rsidRPr="002A7140">
              <w:rPr>
                <w:b/>
                <w:bCs/>
                <w:sz w:val="20"/>
                <w:szCs w:val="20"/>
                <w:lang w:val="sr-Cyrl-CS"/>
              </w:rPr>
              <w:t xml:space="preserve">Multiphase Model of Career Support for Students – Example </w:t>
            </w:r>
            <w:r w:rsidRPr="002A7140">
              <w:rPr>
                <w:b/>
                <w:bCs/>
                <w:sz w:val="20"/>
                <w:szCs w:val="20"/>
              </w:rPr>
              <w:t>from practice</w:t>
            </w:r>
            <w:r w:rsidRPr="002A7140">
              <w:rPr>
                <w:sz w:val="20"/>
                <w:szCs w:val="20"/>
              </w:rPr>
              <w:t>, in: Book of Abstracts, International Career Conference „Serbia within Paradigm of Career Guidance – Recommendations and Perspectives“, 24 October 2013, Niš, Serbia: University of Niš, University of Belgrade</w:t>
            </w:r>
          </w:p>
        </w:tc>
        <w:tc>
          <w:tcPr>
            <w:tcW w:w="1440" w:type="dxa"/>
          </w:tcPr>
          <w:p w:rsidR="00A42D50" w:rsidRPr="002A7140" w:rsidRDefault="00A42D50" w:rsidP="002A7140">
            <w:pPr>
              <w:pStyle w:val="ListParagraph"/>
              <w:ind w:left="0"/>
              <w:jc w:val="center"/>
              <w:rPr>
                <w:lang w:val="sr-Cyrl-CS"/>
              </w:rPr>
            </w:pPr>
            <w:r w:rsidRPr="002A7140">
              <w:rPr>
                <w:lang w:val="sr-Cyrl-CS"/>
              </w:rPr>
              <w:t>М34</w:t>
            </w:r>
          </w:p>
        </w:tc>
        <w:tc>
          <w:tcPr>
            <w:tcW w:w="1548" w:type="dxa"/>
          </w:tcPr>
          <w:p w:rsidR="00A42D50" w:rsidRPr="002A7140" w:rsidRDefault="00A42D50" w:rsidP="002A7140">
            <w:pPr>
              <w:pStyle w:val="ListParagraph"/>
              <w:ind w:left="0"/>
              <w:jc w:val="center"/>
              <w:rPr>
                <w:lang w:val="sr-Cyrl-CS"/>
              </w:rPr>
            </w:pPr>
            <w:r w:rsidRPr="002A7140">
              <w:rPr>
                <w:lang w:val="sr-Cyrl-CS"/>
              </w:rPr>
              <w:t>0.5</w:t>
            </w:r>
          </w:p>
        </w:tc>
      </w:tr>
      <w:tr w:rsidR="00A42D50">
        <w:tc>
          <w:tcPr>
            <w:tcW w:w="5868" w:type="dxa"/>
          </w:tcPr>
          <w:p w:rsidR="00A42D50" w:rsidRPr="002A7140" w:rsidRDefault="00A42D50" w:rsidP="002A7140">
            <w:pPr>
              <w:pStyle w:val="ListParagraph"/>
              <w:suppressAutoHyphens/>
              <w:autoSpaceDN w:val="0"/>
              <w:ind w:left="0"/>
              <w:jc w:val="both"/>
              <w:textAlignment w:val="baseline"/>
              <w:rPr>
                <w:sz w:val="20"/>
                <w:szCs w:val="20"/>
                <w:lang w:val="sr-Cyrl-CS"/>
              </w:rPr>
            </w:pPr>
            <w:r w:rsidRPr="002A7140">
              <w:rPr>
                <w:sz w:val="20"/>
                <w:szCs w:val="20"/>
              </w:rPr>
              <w:t xml:space="preserve">Pejatović, A, Mihajlović, D, Kecap. E. </w:t>
            </w:r>
            <w:r w:rsidRPr="002A7140">
              <w:rPr>
                <w:sz w:val="20"/>
                <w:szCs w:val="20"/>
                <w:lang w:val="sr-Cyrl-CS"/>
              </w:rPr>
              <w:t>(201</w:t>
            </w:r>
            <w:r w:rsidRPr="002A7140">
              <w:rPr>
                <w:sz w:val="20"/>
                <w:szCs w:val="20"/>
              </w:rPr>
              <w:t>4</w:t>
            </w:r>
            <w:r w:rsidRPr="002A7140">
              <w:rPr>
                <w:sz w:val="20"/>
                <w:szCs w:val="20"/>
                <w:lang w:val="sr-Cyrl-CS"/>
              </w:rPr>
              <w:t>)</w:t>
            </w:r>
            <w:r w:rsidRPr="002A7140">
              <w:rPr>
                <w:sz w:val="20"/>
                <w:szCs w:val="20"/>
              </w:rPr>
              <w:t>:</w:t>
            </w:r>
            <w:r w:rsidRPr="002A7140">
              <w:rPr>
                <w:sz w:val="20"/>
                <w:szCs w:val="20"/>
                <w:lang w:val="sr-Cyrl-CS"/>
              </w:rPr>
              <w:t xml:space="preserve"> </w:t>
            </w:r>
            <w:r w:rsidRPr="002A7140">
              <w:rPr>
                <w:b/>
                <w:bCs/>
                <w:sz w:val="20"/>
                <w:szCs w:val="20"/>
                <w:lang w:val="sr-Cyrl-CS"/>
              </w:rPr>
              <w:t xml:space="preserve">Multiphase Model of Career Support for Students – Example </w:t>
            </w:r>
            <w:r w:rsidRPr="002A7140">
              <w:rPr>
                <w:b/>
                <w:bCs/>
                <w:sz w:val="20"/>
                <w:szCs w:val="20"/>
              </w:rPr>
              <w:t>from practice</w:t>
            </w:r>
            <w:r w:rsidRPr="002A7140">
              <w:rPr>
                <w:sz w:val="20"/>
                <w:szCs w:val="20"/>
              </w:rPr>
              <w:t xml:space="preserve">, in: Miodrag Lazić (ed), </w:t>
            </w:r>
            <w:r w:rsidRPr="002A7140">
              <w:rPr>
                <w:i/>
                <w:iCs/>
                <w:sz w:val="20"/>
                <w:szCs w:val="20"/>
              </w:rPr>
              <w:t>Proceedings</w:t>
            </w:r>
            <w:r w:rsidRPr="002A7140">
              <w:rPr>
                <w:sz w:val="20"/>
                <w:szCs w:val="20"/>
              </w:rPr>
              <w:t xml:space="preserve"> </w:t>
            </w:r>
            <w:r w:rsidRPr="002A7140">
              <w:rPr>
                <w:sz w:val="20"/>
                <w:szCs w:val="20"/>
                <w:lang w:val="sr-Cyrl-CS"/>
              </w:rPr>
              <w:t xml:space="preserve">- </w:t>
            </w:r>
            <w:r w:rsidRPr="002A7140">
              <w:rPr>
                <w:i/>
                <w:iCs/>
                <w:sz w:val="20"/>
                <w:szCs w:val="20"/>
              </w:rPr>
              <w:t>International Career Conference ”Serbia within Paradigm of Career Guidance – Recommendations and Perspectives</w:t>
            </w:r>
            <w:r w:rsidRPr="002A7140">
              <w:rPr>
                <w:sz w:val="20"/>
                <w:szCs w:val="20"/>
              </w:rPr>
              <w:t>“ (pp.32-38). Niš, Serbia: University of Niš ISBN 978-86-7181-082-1</w:t>
            </w:r>
          </w:p>
        </w:tc>
        <w:tc>
          <w:tcPr>
            <w:tcW w:w="1440" w:type="dxa"/>
          </w:tcPr>
          <w:p w:rsidR="00A42D50" w:rsidRPr="002A7140" w:rsidRDefault="00A42D50" w:rsidP="002A7140">
            <w:pPr>
              <w:pStyle w:val="ListParagraph"/>
              <w:ind w:left="0"/>
              <w:jc w:val="center"/>
              <w:rPr>
                <w:lang w:val="sr-Cyrl-CS"/>
              </w:rPr>
            </w:pPr>
            <w:r w:rsidRPr="002A7140">
              <w:rPr>
                <w:lang w:val="sr-Cyrl-CS"/>
              </w:rPr>
              <w:t>М33</w:t>
            </w:r>
          </w:p>
        </w:tc>
        <w:tc>
          <w:tcPr>
            <w:tcW w:w="1548" w:type="dxa"/>
          </w:tcPr>
          <w:p w:rsidR="00A42D50" w:rsidRPr="002A7140" w:rsidRDefault="00A42D50" w:rsidP="002A7140">
            <w:pPr>
              <w:pStyle w:val="ListParagraph"/>
              <w:ind w:left="0"/>
              <w:jc w:val="center"/>
              <w:rPr>
                <w:lang w:val="sr-Cyrl-CS"/>
              </w:rPr>
            </w:pPr>
            <w:r w:rsidRPr="002A7140">
              <w:rPr>
                <w:lang w:val="sr-Cyrl-CS"/>
              </w:rPr>
              <w:t>1</w:t>
            </w:r>
          </w:p>
        </w:tc>
      </w:tr>
      <w:tr w:rsidR="00A42D50">
        <w:tc>
          <w:tcPr>
            <w:tcW w:w="5868" w:type="dxa"/>
          </w:tcPr>
          <w:p w:rsidR="00A42D50" w:rsidRPr="002A7140" w:rsidRDefault="00A42D50" w:rsidP="002A7140">
            <w:pPr>
              <w:pStyle w:val="Default"/>
              <w:jc w:val="both"/>
              <w:rPr>
                <w:rFonts w:ascii="Times New Roman" w:hAnsi="Times New Roman" w:cs="Times New Roman"/>
                <w:sz w:val="20"/>
                <w:szCs w:val="20"/>
                <w:lang w:val="sr-Latn-CS" w:eastAsia="en-GB"/>
              </w:rPr>
            </w:pPr>
            <w:r w:rsidRPr="002A7140">
              <w:rPr>
                <w:rFonts w:ascii="Times New Roman" w:hAnsi="Times New Roman" w:cs="Times New Roman"/>
                <w:sz w:val="20"/>
                <w:szCs w:val="20"/>
                <w:lang w:val="sr-Latn-CS" w:eastAsia="en-GB"/>
              </w:rPr>
              <w:t xml:space="preserve">Кецап, Е, (2014), </w:t>
            </w:r>
            <w:r w:rsidRPr="002A7140">
              <w:rPr>
                <w:rFonts w:ascii="Times New Roman" w:hAnsi="Times New Roman" w:cs="Times New Roman"/>
                <w:b/>
                <w:bCs/>
                <w:sz w:val="20"/>
                <w:szCs w:val="20"/>
                <w:lang w:val="sr-Latn-CS" w:eastAsia="en-GB"/>
              </w:rPr>
              <w:t xml:space="preserve">Унапређење квалитета образовних интервенција у организацији са циљем превазилажења стреса запослених узрокованог феноменом </w:t>
            </w:r>
            <w:r w:rsidRPr="002A7140">
              <w:rPr>
                <w:rFonts w:ascii="Times New Roman" w:hAnsi="Times New Roman" w:cs="Times New Roman"/>
                <w:b/>
                <w:bCs/>
                <w:sz w:val="20"/>
                <w:szCs w:val="20"/>
                <w:lang w:val="en-GB" w:eastAsia="en-GB"/>
              </w:rPr>
              <w:t>downsizing</w:t>
            </w:r>
            <w:r w:rsidRPr="002A7140">
              <w:rPr>
                <w:rFonts w:ascii="Times New Roman" w:hAnsi="Times New Roman" w:cs="Times New Roman"/>
                <w:sz w:val="20"/>
                <w:szCs w:val="20"/>
                <w:lang w:val="sr-Latn-CS" w:eastAsia="en-GB"/>
              </w:rPr>
              <w:t>, у: Кнежић, Б, Пејатовић, А, Милошевић, З, (ур) „</w:t>
            </w:r>
            <w:r w:rsidRPr="002A7140">
              <w:rPr>
                <w:rFonts w:ascii="Times New Roman" w:hAnsi="Times New Roman" w:cs="Times New Roman"/>
                <w:i/>
                <w:iCs/>
                <w:sz w:val="20"/>
                <w:szCs w:val="20"/>
                <w:lang w:val="sr-Latn-CS" w:eastAsia="en-GB"/>
              </w:rPr>
              <w:t>Модели процењивања и стратегије унапређивања квалитета образовања одраслих у Србији</w:t>
            </w:r>
            <w:r w:rsidRPr="002A7140">
              <w:rPr>
                <w:rFonts w:ascii="Times New Roman" w:hAnsi="Times New Roman" w:cs="Times New Roman"/>
                <w:sz w:val="20"/>
                <w:szCs w:val="20"/>
                <w:lang w:val="sr-Latn-CS" w:eastAsia="en-GB"/>
              </w:rPr>
              <w:t>“, Београд: Филозофски факултет Универзитета у Београду, Институт за педагогију и андрагогију, стр. 93-107, ISBN 978-86-82019-82-4</w:t>
            </w:r>
          </w:p>
        </w:tc>
        <w:tc>
          <w:tcPr>
            <w:tcW w:w="1440" w:type="dxa"/>
          </w:tcPr>
          <w:p w:rsidR="00A42D50" w:rsidRPr="002A7140" w:rsidRDefault="00A42D50" w:rsidP="002A7140">
            <w:pPr>
              <w:pStyle w:val="ListParagraph"/>
              <w:ind w:left="0"/>
              <w:jc w:val="center"/>
              <w:rPr>
                <w:lang w:val="en-GB"/>
              </w:rPr>
            </w:pPr>
            <w:r w:rsidRPr="002A7140">
              <w:rPr>
                <w:lang w:val="en-GB"/>
              </w:rPr>
              <w:t>M44</w:t>
            </w:r>
          </w:p>
        </w:tc>
        <w:tc>
          <w:tcPr>
            <w:tcW w:w="1548" w:type="dxa"/>
          </w:tcPr>
          <w:p w:rsidR="00A42D50" w:rsidRPr="002A7140" w:rsidRDefault="00A42D50" w:rsidP="002A7140">
            <w:pPr>
              <w:pStyle w:val="ListParagraph"/>
              <w:ind w:left="0"/>
              <w:jc w:val="center"/>
              <w:rPr>
                <w:lang w:val="en-GB"/>
              </w:rPr>
            </w:pPr>
            <w:r w:rsidRPr="002A7140">
              <w:rPr>
                <w:lang w:val="en-GB"/>
              </w:rPr>
              <w:t>3</w:t>
            </w:r>
          </w:p>
        </w:tc>
      </w:tr>
      <w:tr w:rsidR="00A42D50">
        <w:tc>
          <w:tcPr>
            <w:tcW w:w="5868" w:type="dxa"/>
          </w:tcPr>
          <w:p w:rsidR="00A42D50" w:rsidRPr="002A7140" w:rsidRDefault="00A42D50" w:rsidP="002A7140">
            <w:pPr>
              <w:suppressAutoHyphens/>
              <w:autoSpaceDN w:val="0"/>
              <w:jc w:val="both"/>
              <w:rPr>
                <w:sz w:val="20"/>
                <w:szCs w:val="20"/>
                <w:lang w:val="sr-Cyrl-CS"/>
              </w:rPr>
            </w:pPr>
            <w:r w:rsidRPr="002A7140">
              <w:rPr>
                <w:sz w:val="20"/>
                <w:szCs w:val="20"/>
                <w:lang w:eastAsia="en-GB"/>
              </w:rPr>
              <w:t xml:space="preserve">Михајловић, Д., Кецап, Е. (2014): </w:t>
            </w:r>
            <w:r w:rsidRPr="002A7140">
              <w:rPr>
                <w:b/>
                <w:bCs/>
                <w:sz w:val="20"/>
                <w:szCs w:val="20"/>
                <w:lang w:eastAsia="en-GB"/>
              </w:rPr>
              <w:t>Бенефити од учења у одраслом добу у Србији</w:t>
            </w:r>
            <w:r w:rsidRPr="002A7140">
              <w:rPr>
                <w:sz w:val="20"/>
                <w:szCs w:val="20"/>
                <w:lang w:eastAsia="en-GB"/>
              </w:rPr>
              <w:t xml:space="preserve">, </w:t>
            </w:r>
            <w:r w:rsidRPr="002A7140">
              <w:rPr>
                <w:i/>
                <w:iCs/>
                <w:sz w:val="20"/>
                <w:szCs w:val="20"/>
                <w:lang w:eastAsia="en-GB"/>
              </w:rPr>
              <w:t>Андрагошке студије</w:t>
            </w:r>
            <w:r w:rsidRPr="002A7140">
              <w:rPr>
                <w:sz w:val="20"/>
                <w:szCs w:val="20"/>
                <w:lang w:eastAsia="en-GB"/>
              </w:rPr>
              <w:t>, I, стр. 9-30, ISSN 0354-5415 UDK 37.013.83+374</w:t>
            </w:r>
          </w:p>
        </w:tc>
        <w:tc>
          <w:tcPr>
            <w:tcW w:w="1440" w:type="dxa"/>
          </w:tcPr>
          <w:p w:rsidR="00A42D50" w:rsidRPr="002A7140" w:rsidRDefault="00A42D50" w:rsidP="002A7140">
            <w:pPr>
              <w:pStyle w:val="ListParagraph"/>
              <w:ind w:left="0"/>
              <w:jc w:val="center"/>
              <w:rPr>
                <w:lang w:val="en-GB"/>
              </w:rPr>
            </w:pPr>
            <w:r w:rsidRPr="002A7140">
              <w:rPr>
                <w:lang w:val="en-GB"/>
              </w:rPr>
              <w:t>M24</w:t>
            </w:r>
          </w:p>
        </w:tc>
        <w:tc>
          <w:tcPr>
            <w:tcW w:w="1548" w:type="dxa"/>
          </w:tcPr>
          <w:p w:rsidR="00A42D50" w:rsidRPr="002A7140" w:rsidRDefault="00A42D50" w:rsidP="002A7140">
            <w:pPr>
              <w:pStyle w:val="ListParagraph"/>
              <w:ind w:left="0"/>
              <w:jc w:val="center"/>
              <w:rPr>
                <w:lang w:val="en-GB"/>
              </w:rPr>
            </w:pPr>
            <w:r w:rsidRPr="002A7140">
              <w:rPr>
                <w:lang w:val="en-GB"/>
              </w:rPr>
              <w:t>4</w:t>
            </w:r>
          </w:p>
        </w:tc>
      </w:tr>
      <w:tr w:rsidR="00A42D50">
        <w:tc>
          <w:tcPr>
            <w:tcW w:w="5868" w:type="dxa"/>
          </w:tcPr>
          <w:p w:rsidR="00A42D50" w:rsidRPr="002A7140" w:rsidRDefault="00A42D50" w:rsidP="002A7140">
            <w:pPr>
              <w:autoSpaceDE w:val="0"/>
              <w:autoSpaceDN w:val="0"/>
              <w:adjustRightInd w:val="0"/>
              <w:jc w:val="both"/>
              <w:rPr>
                <w:rFonts w:eastAsia="MinionPro-Regular"/>
                <w:sz w:val="20"/>
                <w:szCs w:val="20"/>
              </w:rPr>
            </w:pPr>
            <w:r w:rsidRPr="002A7140">
              <w:rPr>
                <w:rFonts w:eastAsia="MinionPro-Regular"/>
                <w:sz w:val="20"/>
                <w:szCs w:val="20"/>
                <w:lang w:eastAsia="en-GB"/>
              </w:rPr>
              <w:t xml:space="preserve">Михајловић, Д., Пекеч, К., Кецап, Е. (2015). </w:t>
            </w:r>
            <w:r w:rsidRPr="002A7140">
              <w:rPr>
                <w:rFonts w:eastAsia="MinionPro-Regular"/>
                <w:b/>
                <w:bCs/>
                <w:sz w:val="20"/>
                <w:szCs w:val="20"/>
                <w:lang w:eastAsia="en-GB"/>
              </w:rPr>
              <w:t>Образовање и каријерни развој одраслих – Истраживање квалитета</w:t>
            </w:r>
            <w:r w:rsidRPr="002A7140">
              <w:rPr>
                <w:rFonts w:eastAsia="MinionPro-Regular"/>
                <w:sz w:val="20"/>
                <w:szCs w:val="20"/>
                <w:lang w:eastAsia="en-GB"/>
              </w:rPr>
              <w:t xml:space="preserve">; у: Емина Хебиб, Биљана Бодрошки Спариосу, Александра Илић Рајковић (ур.): </w:t>
            </w:r>
            <w:r w:rsidRPr="002A7140">
              <w:rPr>
                <w:rFonts w:eastAsia="MinionPro-Regular"/>
                <w:i/>
                <w:iCs/>
                <w:sz w:val="20"/>
                <w:szCs w:val="20"/>
                <w:lang w:eastAsia="en-GB"/>
              </w:rPr>
              <w:t>Истраживања и развој квалитета образовања у Србији - стање, изазови и перспективе</w:t>
            </w:r>
            <w:r w:rsidRPr="002A7140">
              <w:rPr>
                <w:rFonts w:eastAsia="MinionPro-Regular"/>
                <w:sz w:val="20"/>
                <w:szCs w:val="20"/>
                <w:lang w:eastAsia="en-GB"/>
              </w:rPr>
              <w:t>, (141-154) Београд: Институт за педагогију и андрагогију Филозофског факултета Универзитета у Београду. ISBN 978-86-82019-91-6</w:t>
            </w:r>
          </w:p>
        </w:tc>
        <w:tc>
          <w:tcPr>
            <w:tcW w:w="1440" w:type="dxa"/>
          </w:tcPr>
          <w:p w:rsidR="00A42D50" w:rsidRPr="002A7140" w:rsidRDefault="00A42D50" w:rsidP="002A7140">
            <w:pPr>
              <w:pStyle w:val="ListParagraph"/>
              <w:ind w:left="0"/>
              <w:jc w:val="center"/>
              <w:rPr>
                <w:lang w:val="en-GB"/>
              </w:rPr>
            </w:pPr>
            <w:r w:rsidRPr="002A7140">
              <w:rPr>
                <w:lang w:val="en-GB"/>
              </w:rPr>
              <w:t>M44</w:t>
            </w:r>
          </w:p>
        </w:tc>
        <w:tc>
          <w:tcPr>
            <w:tcW w:w="1548" w:type="dxa"/>
          </w:tcPr>
          <w:p w:rsidR="00A42D50" w:rsidRPr="002A7140" w:rsidRDefault="00A42D50" w:rsidP="002A7140">
            <w:pPr>
              <w:pStyle w:val="ListParagraph"/>
              <w:ind w:left="0"/>
              <w:jc w:val="center"/>
              <w:rPr>
                <w:lang w:val="en-GB"/>
              </w:rPr>
            </w:pPr>
            <w:r w:rsidRPr="002A7140">
              <w:rPr>
                <w:lang w:val="en-GB"/>
              </w:rPr>
              <w:t>3</w:t>
            </w:r>
          </w:p>
        </w:tc>
      </w:tr>
      <w:tr w:rsidR="00A42D50">
        <w:tc>
          <w:tcPr>
            <w:tcW w:w="5868" w:type="dxa"/>
          </w:tcPr>
          <w:p w:rsidR="00A42D50" w:rsidRPr="002A7140" w:rsidRDefault="00A42D50" w:rsidP="002A7140">
            <w:pPr>
              <w:pStyle w:val="ListParagraph"/>
              <w:suppressAutoHyphens/>
              <w:autoSpaceDN w:val="0"/>
              <w:ind w:left="0"/>
              <w:jc w:val="both"/>
              <w:textAlignment w:val="baseline"/>
              <w:rPr>
                <w:sz w:val="20"/>
                <w:szCs w:val="20"/>
              </w:rPr>
            </w:pPr>
            <w:r w:rsidRPr="002A7140">
              <w:rPr>
                <w:color w:val="000000"/>
                <w:sz w:val="20"/>
                <w:szCs w:val="20"/>
              </w:rPr>
              <w:t xml:space="preserve">Pekeč, K., Mihajlović, D., Kecap, E. (2016). </w:t>
            </w:r>
            <w:r w:rsidRPr="002A7140">
              <w:rPr>
                <w:b/>
                <w:bCs/>
                <w:color w:val="000000"/>
                <w:sz w:val="20"/>
                <w:szCs w:val="20"/>
              </w:rPr>
              <w:t>Lifeline Method in Research of Adult Learning and Career: Towards the Quality</w:t>
            </w:r>
            <w:r w:rsidRPr="002A7140">
              <w:rPr>
                <w:color w:val="000000"/>
                <w:sz w:val="20"/>
                <w:szCs w:val="20"/>
              </w:rPr>
              <w:t>; in. A. Pejatović, R.</w:t>
            </w:r>
            <w:r w:rsidRPr="002A7140">
              <w:rPr>
                <w:color w:val="000000"/>
                <w:sz w:val="20"/>
                <w:szCs w:val="20"/>
                <w:lang w:val="de-DE"/>
              </w:rPr>
              <w:t xml:space="preserve"> Egetenmeyer-Neher, M. Slowey</w:t>
            </w:r>
            <w:r w:rsidRPr="002A7140">
              <w:rPr>
                <w:color w:val="000000"/>
                <w:sz w:val="20"/>
                <w:szCs w:val="20"/>
                <w:shd w:val="clear" w:color="auto" w:fill="FFFFFF"/>
              </w:rPr>
              <w:t xml:space="preserve"> (Eds.): </w:t>
            </w:r>
            <w:r w:rsidRPr="002A7140">
              <w:rPr>
                <w:i/>
                <w:iCs/>
                <w:color w:val="000000"/>
                <w:sz w:val="20"/>
                <w:szCs w:val="20"/>
                <w:shd w:val="clear" w:color="auto" w:fill="FFFFFF"/>
              </w:rPr>
              <w:t xml:space="preserve">Contribution of Research to Improvement of Adult Education Quality </w:t>
            </w:r>
            <w:r w:rsidRPr="002A7140">
              <w:rPr>
                <w:color w:val="000000"/>
                <w:sz w:val="20"/>
                <w:szCs w:val="20"/>
                <w:shd w:val="clear" w:color="auto" w:fill="FFFFFF"/>
              </w:rPr>
              <w:t xml:space="preserve">(263-275). Belgrade: University of Belgrade, Faculty of Philosophy, Institute for Pedagogy and Andragogy; </w:t>
            </w:r>
            <w:r w:rsidRPr="002A7140">
              <w:rPr>
                <w:color w:val="000000"/>
                <w:sz w:val="20"/>
                <w:szCs w:val="20"/>
              </w:rPr>
              <w:t xml:space="preserve"> Wurzburg:</w:t>
            </w:r>
            <w:r w:rsidRPr="002A7140">
              <w:rPr>
                <w:color w:val="000000"/>
                <w:sz w:val="20"/>
                <w:szCs w:val="20"/>
                <w:shd w:val="clear" w:color="auto" w:fill="FFFFFF"/>
              </w:rPr>
              <w:t xml:space="preserve">  </w:t>
            </w:r>
            <w:r w:rsidRPr="002A7140">
              <w:rPr>
                <w:color w:val="000000"/>
                <w:sz w:val="20"/>
                <w:szCs w:val="20"/>
              </w:rPr>
              <w:t xml:space="preserve">University of Wurzburg; Dublin: Dublin City University. </w:t>
            </w:r>
            <w:r w:rsidRPr="002A7140">
              <w:rPr>
                <w:rFonts w:eastAsia="MinionPro-Regular"/>
                <w:color w:val="000000"/>
                <w:sz w:val="20"/>
                <w:szCs w:val="20"/>
              </w:rPr>
              <w:t>ISBN 978-86-82019-95-4 978-86-6427-039-7</w:t>
            </w:r>
          </w:p>
        </w:tc>
        <w:tc>
          <w:tcPr>
            <w:tcW w:w="1440" w:type="dxa"/>
          </w:tcPr>
          <w:p w:rsidR="00A42D50" w:rsidRPr="002A7140" w:rsidRDefault="00A42D50" w:rsidP="002A7140">
            <w:pPr>
              <w:pStyle w:val="ListParagraph"/>
              <w:ind w:left="0"/>
              <w:jc w:val="center"/>
              <w:rPr>
                <w:lang w:val="en-GB"/>
              </w:rPr>
            </w:pPr>
            <w:r w:rsidRPr="002A7140">
              <w:rPr>
                <w:lang w:val="en-GB"/>
              </w:rPr>
              <w:t>M14</w:t>
            </w:r>
          </w:p>
        </w:tc>
        <w:tc>
          <w:tcPr>
            <w:tcW w:w="1548" w:type="dxa"/>
          </w:tcPr>
          <w:p w:rsidR="00A42D50" w:rsidRPr="002A7140" w:rsidRDefault="00A42D50" w:rsidP="002A7140">
            <w:pPr>
              <w:pStyle w:val="ListParagraph"/>
              <w:ind w:left="0"/>
              <w:jc w:val="center"/>
              <w:rPr>
                <w:lang w:val="en-GB"/>
              </w:rPr>
            </w:pPr>
            <w:r w:rsidRPr="002A7140">
              <w:rPr>
                <w:lang w:val="en-GB"/>
              </w:rPr>
              <w:t>5</w:t>
            </w:r>
          </w:p>
        </w:tc>
      </w:tr>
      <w:tr w:rsidR="00A42D50">
        <w:tc>
          <w:tcPr>
            <w:tcW w:w="5868" w:type="dxa"/>
            <w:tcBorders>
              <w:bottom w:val="single" w:sz="18" w:space="0" w:color="auto"/>
            </w:tcBorders>
          </w:tcPr>
          <w:p w:rsidR="00A42D50" w:rsidRPr="002A7140" w:rsidRDefault="00A42D50" w:rsidP="002A7140">
            <w:pPr>
              <w:pStyle w:val="ListParagraph"/>
              <w:ind w:left="0"/>
              <w:jc w:val="both"/>
              <w:rPr>
                <w:b/>
                <w:bCs/>
                <w:lang w:val="sr-Cyrl-CS"/>
              </w:rPr>
            </w:pPr>
            <w:r w:rsidRPr="002A7140">
              <w:rPr>
                <w:b/>
                <w:bCs/>
                <w:lang w:val="sr-Cyrl-CS"/>
              </w:rPr>
              <w:t>Укупно</w:t>
            </w:r>
          </w:p>
        </w:tc>
        <w:tc>
          <w:tcPr>
            <w:tcW w:w="1440" w:type="dxa"/>
            <w:tcBorders>
              <w:bottom w:val="single" w:sz="18" w:space="0" w:color="auto"/>
            </w:tcBorders>
          </w:tcPr>
          <w:p w:rsidR="00A42D50" w:rsidRPr="002A7140" w:rsidRDefault="00A42D50" w:rsidP="002A7140">
            <w:pPr>
              <w:pStyle w:val="ListParagraph"/>
              <w:ind w:left="0"/>
              <w:jc w:val="center"/>
              <w:rPr>
                <w:lang w:val="sr-Cyrl-CS"/>
              </w:rPr>
            </w:pPr>
          </w:p>
        </w:tc>
        <w:tc>
          <w:tcPr>
            <w:tcW w:w="1548" w:type="dxa"/>
            <w:tcBorders>
              <w:bottom w:val="single" w:sz="18" w:space="0" w:color="auto"/>
            </w:tcBorders>
          </w:tcPr>
          <w:p w:rsidR="00A42D50" w:rsidRPr="002A7140" w:rsidRDefault="00A42D50" w:rsidP="002A7140">
            <w:pPr>
              <w:pStyle w:val="ListParagraph"/>
              <w:ind w:left="0"/>
              <w:jc w:val="center"/>
              <w:rPr>
                <w:lang w:val="en-GB"/>
              </w:rPr>
            </w:pPr>
            <w:r w:rsidRPr="002A7140">
              <w:rPr>
                <w:lang w:val="en-GB"/>
              </w:rPr>
              <w:t>28.7</w:t>
            </w:r>
          </w:p>
        </w:tc>
      </w:tr>
    </w:tbl>
    <w:p w:rsidR="00A42D50" w:rsidRDefault="00A42D50" w:rsidP="00BF6B32">
      <w:pPr>
        <w:jc w:val="both"/>
        <w:rPr>
          <w:lang w:val="ru-RU"/>
        </w:rPr>
      </w:pPr>
    </w:p>
    <w:p w:rsidR="00A42D50" w:rsidRDefault="00A42D50" w:rsidP="00BF6B32">
      <w:pPr>
        <w:jc w:val="both"/>
        <w:rPr>
          <w:lang w:val="ru-RU"/>
        </w:rPr>
      </w:pPr>
      <w:r>
        <w:rPr>
          <w:lang w:val="ru-RU"/>
        </w:rPr>
        <w:t xml:space="preserve">На основу табеларног приказа </w:t>
      </w:r>
      <w:r>
        <w:t>квантитативних показатеља научне компетентности Едисе Кецап, анализе приложене документације и анализе издвојеног узорка научно-истраживачких радова, видљиво је упуштање кандидаткиње у теоријска и емпиријска истраживања више различитих проблема повезаних са образовањем и учењем одраслих. Едиса Кецап је до сада, као аутор или коаутор, објавила 11 радова.</w:t>
      </w:r>
    </w:p>
    <w:p w:rsidR="00A42D50" w:rsidRDefault="00A42D50" w:rsidP="00BF6B32">
      <w:pPr>
        <w:jc w:val="both"/>
        <w:rPr>
          <w:lang w:val="ru-RU"/>
        </w:rPr>
      </w:pPr>
    </w:p>
    <w:p w:rsidR="00A42D50" w:rsidRDefault="00A42D50" w:rsidP="00BF6B32">
      <w:pPr>
        <w:jc w:val="both"/>
        <w:rPr>
          <w:lang w:val="ru-RU"/>
        </w:rPr>
      </w:pPr>
    </w:p>
    <w:p w:rsidR="00A42D50" w:rsidRDefault="00A42D50" w:rsidP="00BC1281">
      <w:pPr>
        <w:jc w:val="center"/>
        <w:rPr>
          <w:lang w:val="ru-RU"/>
        </w:rPr>
      </w:pPr>
      <w:r>
        <w:rPr>
          <w:lang w:val="ru-RU"/>
        </w:rPr>
        <w:t>***</w:t>
      </w:r>
    </w:p>
    <w:p w:rsidR="00A42D50" w:rsidRDefault="00A42D50" w:rsidP="00BF6B32">
      <w:pPr>
        <w:jc w:val="both"/>
        <w:rPr>
          <w:lang w:val="ru-RU"/>
        </w:rPr>
      </w:pPr>
    </w:p>
    <w:p w:rsidR="00A42D50" w:rsidRPr="00B7437A" w:rsidRDefault="00A42D50" w:rsidP="00BF6B32">
      <w:pPr>
        <w:jc w:val="both"/>
        <w:rPr>
          <w:lang w:val="ru-RU"/>
        </w:rPr>
      </w:pPr>
    </w:p>
    <w:p w:rsidR="00A42D50" w:rsidRDefault="00A42D50" w:rsidP="00BF6B32">
      <w:pPr>
        <w:pStyle w:val="ListParagraph"/>
        <w:spacing w:after="240" w:line="276" w:lineRule="auto"/>
        <w:ind w:left="0"/>
        <w:jc w:val="both"/>
        <w:rPr>
          <w:b/>
          <w:bCs/>
        </w:rPr>
      </w:pPr>
      <w:r w:rsidRPr="000F71F1">
        <w:rPr>
          <w:b/>
          <w:bCs/>
        </w:rPr>
        <w:t>Мишљење и предлог Комисије</w:t>
      </w:r>
    </w:p>
    <w:p w:rsidR="00A42D50" w:rsidRDefault="00A42D50" w:rsidP="00BF6B32">
      <w:pPr>
        <w:pStyle w:val="ListParagraph"/>
        <w:ind w:left="0"/>
        <w:jc w:val="both"/>
      </w:pPr>
    </w:p>
    <w:p w:rsidR="00A42D50" w:rsidRDefault="00A42D50" w:rsidP="004F66B0">
      <w:pPr>
        <w:jc w:val="both"/>
        <w:rPr>
          <w:lang w:val="sr-Cyrl-CS"/>
        </w:rPr>
      </w:pPr>
      <w:r>
        <w:rPr>
          <w:lang w:val="sr-Cyrl-CS"/>
        </w:rPr>
        <w:t>Прегледом и анализом достављене документације (предвиђене конкурсом), Комисија је утврдила да кандидаткиња Едиса Кецап испуњава услове прописане Законом о научноистраживачкој делатности и Правилником о поступку и начину вредновања и квантитативном исказивању научноистраживачких резултата истраживача за реизбор у истраживачко звање истраживач-сарадник.</w:t>
      </w:r>
    </w:p>
    <w:p w:rsidR="00A42D50" w:rsidRDefault="00A42D50" w:rsidP="004F66B0">
      <w:pPr>
        <w:jc w:val="both"/>
        <w:rPr>
          <w:lang w:val="sr-Cyrl-CS"/>
        </w:rPr>
      </w:pPr>
    </w:p>
    <w:p w:rsidR="00A42D50" w:rsidRPr="00866DA7" w:rsidRDefault="00A42D50" w:rsidP="004F66B0">
      <w:pPr>
        <w:jc w:val="both"/>
        <w:rPr>
          <w:b/>
          <w:bCs/>
          <w:lang w:val="sr-Cyrl-CS"/>
        </w:rPr>
      </w:pPr>
      <w:r>
        <w:rPr>
          <w:lang w:val="sr-Cyrl-CS"/>
        </w:rPr>
        <w:t xml:space="preserve">На основу квантитативних и квалитативних показатеља научно – стручне компетентности може се закључити да је Едиса Кецап постигла запажене резултате у свом досадашњем раду и да поседује капацитете за научно-истраживачки и наставни рад у области андрагогије. Стога </w:t>
      </w:r>
      <w:r w:rsidRPr="00866DA7">
        <w:rPr>
          <w:b/>
          <w:bCs/>
          <w:lang w:val="sr-Cyrl-CS"/>
        </w:rPr>
        <w:t>Комисија са задовољством предлаже Изборном већу Ф</w:t>
      </w:r>
      <w:r>
        <w:rPr>
          <w:b/>
          <w:bCs/>
          <w:lang w:val="sr-Cyrl-CS"/>
        </w:rPr>
        <w:t>илозофског факултета Универзитета у Београду да Едису Кецап реизабере у истраживачко звање истраживач-сарадник.</w:t>
      </w:r>
    </w:p>
    <w:p w:rsidR="00A42D50" w:rsidRPr="00E26D02" w:rsidRDefault="00A42D50" w:rsidP="00BF6B32">
      <w:pPr>
        <w:jc w:val="both"/>
        <w:rPr>
          <w:b/>
          <w:bCs/>
          <w:lang w:val="sr-Cyrl-CS"/>
        </w:rPr>
      </w:pPr>
    </w:p>
    <w:p w:rsidR="00A42D50" w:rsidRDefault="00A42D50" w:rsidP="00BF6B32">
      <w:pPr>
        <w:jc w:val="both"/>
        <w:rPr>
          <w:i/>
          <w:iCs/>
          <w:lang w:val="sr-Cyrl-CS"/>
        </w:rPr>
      </w:pPr>
    </w:p>
    <w:p w:rsidR="00A42D50" w:rsidRDefault="00A42D50" w:rsidP="00BF6B32">
      <w:pPr>
        <w:jc w:val="both"/>
        <w:rPr>
          <w:i/>
          <w:iCs/>
          <w:lang w:val="sr-Cyrl-CS"/>
        </w:rPr>
      </w:pPr>
    </w:p>
    <w:p w:rsidR="00A42D50" w:rsidRPr="000A6E86" w:rsidRDefault="00A42D50" w:rsidP="00BF6B32">
      <w:pPr>
        <w:jc w:val="both"/>
        <w:rPr>
          <w:i/>
          <w:iCs/>
          <w:lang w:val="sr-Cyrl-CS"/>
        </w:rPr>
      </w:pPr>
    </w:p>
    <w:p w:rsidR="00A42D50" w:rsidRDefault="00A42D50" w:rsidP="00BF6B32">
      <w:pPr>
        <w:jc w:val="both"/>
        <w:rPr>
          <w:lang w:val="sr-Cyrl-CS"/>
        </w:rPr>
      </w:pPr>
    </w:p>
    <w:p w:rsidR="00A42D50" w:rsidRDefault="00A42D50" w:rsidP="00BF6B32">
      <w:pPr>
        <w:jc w:val="both"/>
        <w:rPr>
          <w:b/>
          <w:bCs/>
          <w:lang w:val="sr-Cyrl-CS"/>
        </w:rPr>
      </w:pPr>
      <w:r>
        <w:rPr>
          <w:lang w:val="sr-Cyrl-CS"/>
        </w:rPr>
        <w:t>У Београду, 12. 09. 2017. године</w:t>
      </w:r>
      <w:r>
        <w:rPr>
          <w:lang w:val="sr-Cyrl-CS"/>
        </w:rPr>
        <w:tab/>
      </w:r>
      <w:r>
        <w:rPr>
          <w:lang w:val="sr-Cyrl-CS"/>
        </w:rPr>
        <w:tab/>
      </w:r>
      <w:r>
        <w:rPr>
          <w:lang w:val="sr-Cyrl-CS"/>
        </w:rPr>
        <w:tab/>
      </w:r>
      <w:r>
        <w:rPr>
          <w:lang w:val="sr-Cyrl-CS"/>
        </w:rPr>
        <w:tab/>
      </w:r>
      <w:r>
        <w:rPr>
          <w:b/>
          <w:bCs/>
          <w:lang w:val="sr-Cyrl-CS"/>
        </w:rPr>
        <w:t>Комисија</w:t>
      </w:r>
      <w:r w:rsidRPr="00BB0E0E">
        <w:rPr>
          <w:b/>
          <w:bCs/>
          <w:lang w:val="sr-Cyrl-CS"/>
        </w:rPr>
        <w:t>:</w:t>
      </w:r>
    </w:p>
    <w:p w:rsidR="00A42D50" w:rsidRDefault="00A42D50" w:rsidP="00BF6B32">
      <w:pPr>
        <w:pStyle w:val="ListParagraph"/>
        <w:ind w:left="0"/>
        <w:jc w:val="both"/>
      </w:pPr>
    </w:p>
    <w:p w:rsidR="00A42D50" w:rsidRDefault="00A42D50" w:rsidP="00BF6B32">
      <w:pPr>
        <w:pStyle w:val="ListParagraph"/>
        <w:ind w:left="0"/>
        <w:jc w:val="both"/>
      </w:pPr>
    </w:p>
    <w:p w:rsidR="00A42D50" w:rsidRDefault="00A42D50" w:rsidP="00BF6B32">
      <w:pPr>
        <w:pStyle w:val="ListParagraph"/>
        <w:ind w:left="0"/>
        <w:jc w:val="both"/>
      </w:pPr>
    </w:p>
    <w:p w:rsidR="00A42D50" w:rsidRDefault="00A42D50" w:rsidP="00B1664F">
      <w:pPr>
        <w:pStyle w:val="ListParagraph"/>
        <w:ind w:left="0"/>
        <w:jc w:val="both"/>
      </w:pPr>
      <w:r>
        <w:tab/>
      </w:r>
      <w:r>
        <w:tab/>
      </w:r>
      <w:r>
        <w:tab/>
      </w:r>
      <w:r>
        <w:tab/>
      </w:r>
      <w:r>
        <w:tab/>
      </w:r>
      <w:r>
        <w:tab/>
        <w:t>др Александра Пејатовић, ванредни професор</w:t>
      </w:r>
    </w:p>
    <w:p w:rsidR="00A42D50" w:rsidRDefault="00A42D50" w:rsidP="001F0EAF">
      <w:pPr>
        <w:pStyle w:val="ListParagraph"/>
        <w:ind w:left="3540" w:firstLine="708"/>
        <w:jc w:val="both"/>
      </w:pPr>
      <w:r w:rsidRPr="00B1664F">
        <w:t>Филозофског факултета Универзитета у</w:t>
      </w:r>
    </w:p>
    <w:p w:rsidR="00A42D50" w:rsidRPr="001F0EAF" w:rsidRDefault="00A42D50" w:rsidP="001F0EAF">
      <w:pPr>
        <w:pStyle w:val="ListParagraph"/>
        <w:ind w:left="3540" w:firstLine="708"/>
        <w:jc w:val="both"/>
      </w:pPr>
      <w:bookmarkStart w:id="0" w:name="_GoBack"/>
      <w:bookmarkEnd w:id="0"/>
      <w:r w:rsidRPr="001F0EAF">
        <w:t>Београду</w:t>
      </w:r>
    </w:p>
    <w:p w:rsidR="00A42D50" w:rsidRDefault="00A42D50" w:rsidP="00BF6B32">
      <w:pPr>
        <w:pStyle w:val="ListParagraph"/>
        <w:ind w:left="3600" w:firstLine="720"/>
        <w:jc w:val="both"/>
      </w:pPr>
    </w:p>
    <w:p w:rsidR="00A42D50" w:rsidRDefault="00A42D50" w:rsidP="00BF6B32">
      <w:pPr>
        <w:pStyle w:val="ListParagraph"/>
        <w:ind w:left="3600" w:firstLine="720"/>
        <w:jc w:val="both"/>
      </w:pPr>
    </w:p>
    <w:p w:rsidR="00A42D50" w:rsidRDefault="00A42D50" w:rsidP="00BF6B32">
      <w:pPr>
        <w:pStyle w:val="ListParagraph"/>
        <w:ind w:left="3600" w:firstLine="720"/>
        <w:jc w:val="both"/>
      </w:pPr>
    </w:p>
    <w:p w:rsidR="00A42D50" w:rsidRDefault="00A42D50" w:rsidP="00BF6B32">
      <w:pPr>
        <w:pStyle w:val="ListParagraph"/>
        <w:ind w:left="3600" w:firstLine="720"/>
        <w:jc w:val="both"/>
      </w:pPr>
      <w:r>
        <w:t>др Миомир Деспотовић, редовни професор</w:t>
      </w:r>
    </w:p>
    <w:p w:rsidR="00A42D50" w:rsidRDefault="00A42D50" w:rsidP="00BF6B32">
      <w:pPr>
        <w:pStyle w:val="ListParagraph"/>
        <w:ind w:left="3600" w:firstLine="720"/>
        <w:jc w:val="both"/>
      </w:pPr>
      <w:r w:rsidRPr="001467A3">
        <w:t>Филозофског факултета</w:t>
      </w:r>
      <w:r>
        <w:t xml:space="preserve"> Универзитета у</w:t>
      </w:r>
    </w:p>
    <w:p w:rsidR="00A42D50" w:rsidRDefault="00A42D50" w:rsidP="00BF6B32">
      <w:pPr>
        <w:pStyle w:val="ListParagraph"/>
        <w:ind w:left="3600" w:firstLine="720"/>
        <w:jc w:val="both"/>
      </w:pPr>
      <w:r w:rsidRPr="001467A3">
        <w:t>Београду</w:t>
      </w:r>
    </w:p>
    <w:p w:rsidR="00A42D50" w:rsidRDefault="00A42D50" w:rsidP="00BF6B32">
      <w:pPr>
        <w:pStyle w:val="ListParagraph"/>
        <w:ind w:left="3600" w:firstLine="720"/>
        <w:jc w:val="both"/>
      </w:pPr>
    </w:p>
    <w:p w:rsidR="00A42D50" w:rsidRDefault="00A42D50" w:rsidP="00BF6B32">
      <w:pPr>
        <w:pStyle w:val="ListParagraph"/>
        <w:ind w:left="3600" w:firstLine="720"/>
        <w:jc w:val="both"/>
      </w:pPr>
    </w:p>
    <w:p w:rsidR="00A42D50" w:rsidRDefault="00A42D50" w:rsidP="00BF6B32">
      <w:pPr>
        <w:pStyle w:val="ListParagraph"/>
        <w:ind w:left="3600" w:firstLine="720"/>
        <w:jc w:val="both"/>
      </w:pPr>
    </w:p>
    <w:p w:rsidR="00A42D50" w:rsidRDefault="00A42D50" w:rsidP="00BF6B32">
      <w:pPr>
        <w:pStyle w:val="ListParagraph"/>
        <w:ind w:left="3600" w:firstLine="720"/>
        <w:jc w:val="both"/>
      </w:pPr>
      <w:r>
        <w:t>др Жељко Бралић, ванредни професор</w:t>
      </w:r>
    </w:p>
    <w:p w:rsidR="00A42D50" w:rsidRDefault="00A42D50" w:rsidP="00BF6B32">
      <w:pPr>
        <w:pStyle w:val="ListParagraph"/>
        <w:ind w:left="3600" w:firstLine="720"/>
        <w:jc w:val="both"/>
      </w:pPr>
      <w:r>
        <w:t>Факултета безбедности Универзитета у</w:t>
      </w:r>
    </w:p>
    <w:p w:rsidR="00A42D50" w:rsidRPr="00E26D02" w:rsidRDefault="00A42D50" w:rsidP="00E26D02">
      <w:pPr>
        <w:pStyle w:val="ListParagraph"/>
        <w:ind w:left="3600" w:firstLine="720"/>
        <w:jc w:val="both"/>
      </w:pPr>
      <w:r w:rsidRPr="0070026E">
        <w:t>Београду</w:t>
      </w:r>
    </w:p>
    <w:sectPr w:rsidR="00A42D50" w:rsidRPr="00E26D02" w:rsidSect="00D21876">
      <w:pgSz w:w="11906" w:h="16838"/>
      <w:pgMar w:top="1417" w:right="1134"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inionPro-Regula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533FC7"/>
    <w:multiLevelType w:val="hybridMultilevel"/>
    <w:tmpl w:val="D8028484"/>
    <w:lvl w:ilvl="0" w:tplc="081A0001">
      <w:start w:val="1"/>
      <w:numFmt w:val="bullet"/>
      <w:lvlText w:val=""/>
      <w:lvlJc w:val="left"/>
      <w:pPr>
        <w:ind w:left="720" w:hanging="360"/>
      </w:pPr>
      <w:rPr>
        <w:rFonts w:ascii="Symbol" w:hAnsi="Symbol" w:hint="default"/>
      </w:rPr>
    </w:lvl>
    <w:lvl w:ilvl="1" w:tplc="081A0003">
      <w:start w:val="1"/>
      <w:numFmt w:val="bullet"/>
      <w:lvlText w:val="o"/>
      <w:lvlJc w:val="left"/>
      <w:pPr>
        <w:ind w:left="1440" w:hanging="360"/>
      </w:pPr>
      <w:rPr>
        <w:rFonts w:ascii="Courier New" w:hAnsi="Courier New" w:hint="default"/>
      </w:rPr>
    </w:lvl>
    <w:lvl w:ilvl="2" w:tplc="081A0005">
      <w:start w:val="1"/>
      <w:numFmt w:val="bullet"/>
      <w:lvlText w:val=""/>
      <w:lvlJc w:val="left"/>
      <w:pPr>
        <w:ind w:left="2160" w:hanging="360"/>
      </w:pPr>
      <w:rPr>
        <w:rFonts w:ascii="Wingdings" w:hAnsi="Wingdings" w:cs="Wingdings" w:hint="default"/>
      </w:rPr>
    </w:lvl>
    <w:lvl w:ilvl="3" w:tplc="081A0001">
      <w:start w:val="1"/>
      <w:numFmt w:val="bullet"/>
      <w:lvlText w:val=""/>
      <w:lvlJc w:val="left"/>
      <w:pPr>
        <w:ind w:left="2880" w:hanging="360"/>
      </w:pPr>
      <w:rPr>
        <w:rFonts w:ascii="Symbol" w:hAnsi="Symbol" w:cs="Symbol" w:hint="default"/>
      </w:rPr>
    </w:lvl>
    <w:lvl w:ilvl="4" w:tplc="081A0003">
      <w:start w:val="1"/>
      <w:numFmt w:val="bullet"/>
      <w:lvlText w:val="o"/>
      <w:lvlJc w:val="left"/>
      <w:pPr>
        <w:ind w:left="3600" w:hanging="360"/>
      </w:pPr>
      <w:rPr>
        <w:rFonts w:ascii="Courier New" w:hAnsi="Courier New" w:cs="Courier New" w:hint="default"/>
      </w:rPr>
    </w:lvl>
    <w:lvl w:ilvl="5" w:tplc="081A0005">
      <w:start w:val="1"/>
      <w:numFmt w:val="bullet"/>
      <w:lvlText w:val=""/>
      <w:lvlJc w:val="left"/>
      <w:pPr>
        <w:ind w:left="4320" w:hanging="360"/>
      </w:pPr>
      <w:rPr>
        <w:rFonts w:ascii="Wingdings" w:hAnsi="Wingdings" w:cs="Wingdings" w:hint="default"/>
      </w:rPr>
    </w:lvl>
    <w:lvl w:ilvl="6" w:tplc="081A0001">
      <w:start w:val="1"/>
      <w:numFmt w:val="bullet"/>
      <w:lvlText w:val=""/>
      <w:lvlJc w:val="left"/>
      <w:pPr>
        <w:ind w:left="5040" w:hanging="360"/>
      </w:pPr>
      <w:rPr>
        <w:rFonts w:ascii="Symbol" w:hAnsi="Symbol" w:cs="Symbol" w:hint="default"/>
      </w:rPr>
    </w:lvl>
    <w:lvl w:ilvl="7" w:tplc="081A0003">
      <w:start w:val="1"/>
      <w:numFmt w:val="bullet"/>
      <w:lvlText w:val="o"/>
      <w:lvlJc w:val="left"/>
      <w:pPr>
        <w:ind w:left="5760" w:hanging="360"/>
      </w:pPr>
      <w:rPr>
        <w:rFonts w:ascii="Courier New" w:hAnsi="Courier New" w:cs="Courier New" w:hint="default"/>
      </w:rPr>
    </w:lvl>
    <w:lvl w:ilvl="8" w:tplc="081A0005">
      <w:start w:val="1"/>
      <w:numFmt w:val="bullet"/>
      <w:lvlText w:val=""/>
      <w:lvlJc w:val="left"/>
      <w:pPr>
        <w:ind w:left="6480" w:hanging="360"/>
      </w:pPr>
      <w:rPr>
        <w:rFonts w:ascii="Wingdings" w:hAnsi="Wingdings" w:cs="Wingdings" w:hint="default"/>
      </w:rPr>
    </w:lvl>
  </w:abstractNum>
  <w:abstractNum w:abstractNumId="1">
    <w:nsid w:val="7AD92AB1"/>
    <w:multiLevelType w:val="hybridMultilevel"/>
    <w:tmpl w:val="53FC60C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445E6"/>
    <w:rsid w:val="000A6E86"/>
    <w:rsid w:val="000C3886"/>
    <w:rsid w:val="000F5BC2"/>
    <w:rsid w:val="000F71F1"/>
    <w:rsid w:val="0013490F"/>
    <w:rsid w:val="001467A3"/>
    <w:rsid w:val="00161DF7"/>
    <w:rsid w:val="001F0E35"/>
    <w:rsid w:val="001F0EAF"/>
    <w:rsid w:val="00203DB1"/>
    <w:rsid w:val="002634DC"/>
    <w:rsid w:val="00290730"/>
    <w:rsid w:val="002933ED"/>
    <w:rsid w:val="002A7140"/>
    <w:rsid w:val="002E7895"/>
    <w:rsid w:val="00303FB6"/>
    <w:rsid w:val="00324C49"/>
    <w:rsid w:val="003456AD"/>
    <w:rsid w:val="00346AEA"/>
    <w:rsid w:val="00364073"/>
    <w:rsid w:val="003928CD"/>
    <w:rsid w:val="003E718A"/>
    <w:rsid w:val="00414D5A"/>
    <w:rsid w:val="004267CD"/>
    <w:rsid w:val="004C01FB"/>
    <w:rsid w:val="004F1C6E"/>
    <w:rsid w:val="004F3EDE"/>
    <w:rsid w:val="004F66B0"/>
    <w:rsid w:val="0050559B"/>
    <w:rsid w:val="00545AD8"/>
    <w:rsid w:val="0058483D"/>
    <w:rsid w:val="00605061"/>
    <w:rsid w:val="006A75A8"/>
    <w:rsid w:val="006B616F"/>
    <w:rsid w:val="006C2E6F"/>
    <w:rsid w:val="0070026E"/>
    <w:rsid w:val="00735FA7"/>
    <w:rsid w:val="0077315F"/>
    <w:rsid w:val="0078089F"/>
    <w:rsid w:val="007A7C64"/>
    <w:rsid w:val="00834FC3"/>
    <w:rsid w:val="0086546D"/>
    <w:rsid w:val="00866DA7"/>
    <w:rsid w:val="00867FEE"/>
    <w:rsid w:val="008E7CA9"/>
    <w:rsid w:val="008F0494"/>
    <w:rsid w:val="009B54B8"/>
    <w:rsid w:val="009D324D"/>
    <w:rsid w:val="00A16696"/>
    <w:rsid w:val="00A3741A"/>
    <w:rsid w:val="00A42D50"/>
    <w:rsid w:val="00A52758"/>
    <w:rsid w:val="00A649BA"/>
    <w:rsid w:val="00A66658"/>
    <w:rsid w:val="00AC228A"/>
    <w:rsid w:val="00AC60B0"/>
    <w:rsid w:val="00AD00E2"/>
    <w:rsid w:val="00B1664F"/>
    <w:rsid w:val="00B34576"/>
    <w:rsid w:val="00B7437A"/>
    <w:rsid w:val="00B814AE"/>
    <w:rsid w:val="00BB0E0E"/>
    <w:rsid w:val="00BC1281"/>
    <w:rsid w:val="00BD0C61"/>
    <w:rsid w:val="00BE2024"/>
    <w:rsid w:val="00BF6B32"/>
    <w:rsid w:val="00C2330F"/>
    <w:rsid w:val="00C30737"/>
    <w:rsid w:val="00CA5296"/>
    <w:rsid w:val="00CB2FF3"/>
    <w:rsid w:val="00CD3B53"/>
    <w:rsid w:val="00CF3C7E"/>
    <w:rsid w:val="00D02629"/>
    <w:rsid w:val="00D21876"/>
    <w:rsid w:val="00D2603B"/>
    <w:rsid w:val="00D445E6"/>
    <w:rsid w:val="00D45264"/>
    <w:rsid w:val="00D84573"/>
    <w:rsid w:val="00DF3DC0"/>
    <w:rsid w:val="00E01775"/>
    <w:rsid w:val="00E0239E"/>
    <w:rsid w:val="00E2511C"/>
    <w:rsid w:val="00E26D02"/>
    <w:rsid w:val="00E33951"/>
    <w:rsid w:val="00E515A4"/>
    <w:rsid w:val="00EB0AA3"/>
    <w:rsid w:val="00F048FE"/>
    <w:rsid w:val="00F149E4"/>
    <w:rsid w:val="00F161AB"/>
    <w:rsid w:val="00F47B5D"/>
    <w:rsid w:val="00F674F1"/>
    <w:rsid w:val="00F67EF6"/>
    <w:rsid w:val="00F70678"/>
    <w:rsid w:val="00FD5D58"/>
    <w:rsid w:val="00FE6FD9"/>
    <w:rsid w:val="00FF3216"/>
    <w:rsid w:val="00FF396B"/>
  </w:rsids>
  <m:mathPr>
    <m:mathFont m:val="Cambria Math"/>
    <m:brkBin m:val="before"/>
    <m:brkBinSub m:val="--"/>
    <m:smallFrac m:val="off"/>
    <m:dispDef/>
    <m:lMargin m:val="0"/>
    <m:rMargin m:val="0"/>
    <m:defJc m:val="centerGroup"/>
    <m:wrapIndent m:val="1440"/>
    <m:intLim m:val="subSup"/>
    <m:naryLim m:val="undOvr"/>
  </m:mathPr>
  <w:uiCompat97To2003/>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5E6"/>
    <w:rPr>
      <w:rFonts w:ascii="Times New Roman" w:eastAsia="Times New Roman" w:hAnsi="Times New Roman"/>
      <w:sz w:val="24"/>
      <w:szCs w:val="24"/>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BF6B32"/>
    <w:pPr>
      <w:ind w:left="720"/>
    </w:pPr>
    <w:rPr>
      <w:lang w:val="sr-Latn-CS" w:eastAsia="sr-Latn-CS"/>
    </w:rPr>
  </w:style>
  <w:style w:type="character" w:customStyle="1" w:styleId="apple-converted-space">
    <w:name w:val="apple-converted-space"/>
    <w:uiPriority w:val="99"/>
    <w:rsid w:val="00BF6B32"/>
  </w:style>
  <w:style w:type="character" w:styleId="Hyperlink">
    <w:name w:val="Hyperlink"/>
    <w:basedOn w:val="DefaultParagraphFont"/>
    <w:uiPriority w:val="99"/>
    <w:rsid w:val="00BF6B32"/>
    <w:rPr>
      <w:color w:val="0000FF"/>
      <w:u w:val="single"/>
    </w:rPr>
  </w:style>
  <w:style w:type="table" w:styleId="TableGrid">
    <w:name w:val="Table Grid"/>
    <w:basedOn w:val="TableNormal"/>
    <w:uiPriority w:val="99"/>
    <w:rsid w:val="00BF6B32"/>
    <w:rPr>
      <w:rFonts w:ascii="Times New Roman" w:eastAsia="Times New Roman" w:hAnsi="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BF6B32"/>
    <w:pPr>
      <w:autoSpaceDE w:val="0"/>
      <w:autoSpaceDN w:val="0"/>
      <w:adjustRightInd w:val="0"/>
    </w:pPr>
    <w:rPr>
      <w:rFonts w:ascii="Courier New" w:eastAsia="Times New Roman" w:hAnsi="Courier New" w:cs="Courier New"/>
      <w:color w:val="000000"/>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loa2012.pedagogika-andragogika.com\\" TargetMode="External"/><Relationship Id="rId5" Type="http://schemas.openxmlformats.org/officeDocument/2006/relationships/hyperlink" Target="http://eloa2012.pedagogika-andragogika.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7</Pages>
  <Words>2636</Words>
  <Characters>15029</Characters>
  <Application>Microsoft Office Outlook</Application>
  <DocSecurity>0</DocSecurity>
  <Lines>0</Lines>
  <Paragraphs>0</Paragraphs>
  <ScaleCrop>false</ScaleCrop>
  <Company>FF</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седници Наставно-научног већа Филозофског факултета Универзитета у Београду, одржаној 29</dc:title>
  <dc:subject/>
  <dc:creator>edisa_kecap@outlook.com</dc:creator>
  <cp:keywords/>
  <dc:description/>
  <cp:lastModifiedBy>Snezana Nikolic</cp:lastModifiedBy>
  <cp:revision>2</cp:revision>
  <dcterms:created xsi:type="dcterms:W3CDTF">2017-09-19T13:14:00Z</dcterms:created>
  <dcterms:modified xsi:type="dcterms:W3CDTF">2017-09-19T13:14:00Z</dcterms:modified>
</cp:coreProperties>
</file>